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0CC" w:rsidRPr="00CD15FF" w:rsidRDefault="00B530CC" w:rsidP="00EA7615">
      <w:pPr>
        <w:jc w:val="both"/>
        <w:rPr>
          <w:b/>
          <w:kern w:val="28"/>
        </w:rPr>
      </w:pPr>
      <w:r w:rsidRPr="00CD15FF">
        <w:rPr>
          <w:b/>
          <w:kern w:val="28"/>
        </w:rPr>
        <w:t>ÜÜRILEPING</w:t>
      </w:r>
      <w:r w:rsidR="00D00A66">
        <w:rPr>
          <w:b/>
          <w:kern w:val="28"/>
        </w:rPr>
        <w:t xml:space="preserve"> nr 9-28/</w:t>
      </w:r>
      <w:r w:rsidR="00B20424">
        <w:rPr>
          <w:b/>
          <w:kern w:val="28"/>
        </w:rPr>
        <w:t>2020/1</w:t>
      </w:r>
    </w:p>
    <w:p w:rsidR="00B530CC" w:rsidRPr="00CD15FF" w:rsidRDefault="00B530CC" w:rsidP="00EA7615">
      <w:pPr>
        <w:jc w:val="both"/>
      </w:pPr>
    </w:p>
    <w:p w:rsidR="00B530CC" w:rsidRDefault="00B530CC" w:rsidP="00EA7615">
      <w:pPr>
        <w:jc w:val="both"/>
      </w:pPr>
    </w:p>
    <w:p w:rsidR="00021B83" w:rsidRPr="00021B83" w:rsidRDefault="00B55238" w:rsidP="00021B83">
      <w:pPr>
        <w:pStyle w:val="Standard"/>
        <w:spacing w:after="0"/>
        <w:jc w:val="right"/>
        <w:rPr>
          <w:rFonts w:ascii="Times New Roman" w:eastAsia="Times New Roman" w:hAnsi="Times New Roman" w:cs="Times New Roman"/>
          <w:sz w:val="24"/>
          <w:szCs w:val="24"/>
        </w:rPr>
      </w:pPr>
      <w:r w:rsidRPr="00021B83">
        <w:rPr>
          <w:rFonts w:ascii="Times New Roman" w:hAnsi="Times New Roman" w:cs="Times New Roman"/>
          <w:sz w:val="24"/>
          <w:szCs w:val="24"/>
        </w:rPr>
        <w:tab/>
      </w:r>
      <w:r w:rsidRPr="00021B83">
        <w:rPr>
          <w:rFonts w:ascii="Times New Roman" w:hAnsi="Times New Roman" w:cs="Times New Roman"/>
          <w:sz w:val="24"/>
          <w:szCs w:val="24"/>
        </w:rPr>
        <w:tab/>
      </w:r>
      <w:r w:rsidRPr="00021B83">
        <w:rPr>
          <w:rFonts w:ascii="Times New Roman" w:hAnsi="Times New Roman" w:cs="Times New Roman"/>
          <w:sz w:val="24"/>
          <w:szCs w:val="24"/>
        </w:rPr>
        <w:tab/>
      </w:r>
      <w:r w:rsidRPr="00021B83">
        <w:rPr>
          <w:rFonts w:ascii="Times New Roman" w:hAnsi="Times New Roman" w:cs="Times New Roman"/>
          <w:sz w:val="24"/>
          <w:szCs w:val="24"/>
        </w:rPr>
        <w:tab/>
      </w:r>
      <w:r w:rsidR="00021B83" w:rsidRPr="00021B83">
        <w:rPr>
          <w:rFonts w:ascii="Times New Roman" w:eastAsia="Times New Roman" w:hAnsi="Times New Roman" w:cs="Times New Roman"/>
          <w:sz w:val="24"/>
          <w:szCs w:val="24"/>
        </w:rPr>
        <w:t>Kuupäev vastavalt</w:t>
      </w:r>
    </w:p>
    <w:p w:rsidR="00B530CC" w:rsidRPr="00021B83" w:rsidRDefault="00021B83" w:rsidP="00021B83">
      <w:pPr>
        <w:jc w:val="right"/>
      </w:pPr>
      <w:r w:rsidRPr="00021B83">
        <w:t xml:space="preserve">                                                                                               digitaalallkirjastamise kuupäevale</w:t>
      </w:r>
    </w:p>
    <w:p w:rsidR="00B530CC" w:rsidRPr="00021B83" w:rsidRDefault="00B530CC" w:rsidP="00021B83">
      <w:pPr>
        <w:jc w:val="right"/>
      </w:pPr>
    </w:p>
    <w:p w:rsidR="00B530CC" w:rsidRDefault="00B530CC" w:rsidP="00EA7615">
      <w:pPr>
        <w:jc w:val="both"/>
      </w:pPr>
    </w:p>
    <w:p w:rsidR="00B530CC" w:rsidRDefault="00B530CC" w:rsidP="00EA7615">
      <w:pPr>
        <w:jc w:val="both"/>
      </w:pPr>
      <w:r w:rsidRPr="001A1549">
        <w:rPr>
          <w:b/>
        </w:rPr>
        <w:t>Riigimetsa Majandamise Keskus</w:t>
      </w:r>
      <w:r>
        <w:t xml:space="preserve">, keda esindab RMK </w:t>
      </w:r>
      <w:r w:rsidR="00AF195B">
        <w:t xml:space="preserve"> </w:t>
      </w:r>
      <w:r w:rsidR="00DE38C6">
        <w:t xml:space="preserve">kinnisvaraosakonna juhataja </w:t>
      </w:r>
      <w:r w:rsidR="00AF195B">
        <w:t xml:space="preserve"> </w:t>
      </w:r>
      <w:r w:rsidR="00994638">
        <w:t>14</w:t>
      </w:r>
      <w:r w:rsidR="001A1549">
        <w:t>.</w:t>
      </w:r>
      <w:r w:rsidR="00994638">
        <w:t>0</w:t>
      </w:r>
      <w:r w:rsidR="00656370">
        <w:t>2</w:t>
      </w:r>
      <w:r w:rsidR="00994638">
        <w:t>.20</w:t>
      </w:r>
      <w:r w:rsidR="00656370">
        <w:t>20</w:t>
      </w:r>
      <w:r w:rsidR="00BF53F9">
        <w:t>.a käskkirja nr 9-49/</w:t>
      </w:r>
      <w:r w:rsidR="00FC3805">
        <w:t>1</w:t>
      </w:r>
      <w:r w:rsidR="00AF195B">
        <w:t xml:space="preserve"> alusel RMK</w:t>
      </w:r>
      <w:r w:rsidR="00DE38C6">
        <w:t xml:space="preserve"> kinnisvaraosakonna</w:t>
      </w:r>
      <w:r w:rsidR="00AF195B">
        <w:t xml:space="preserve"> Põhja piirkonna haldus</w:t>
      </w:r>
      <w:r w:rsidR="00021B83">
        <w:t>juht</w:t>
      </w:r>
      <w:r w:rsidR="00AF195B">
        <w:t xml:space="preserve">  </w:t>
      </w:r>
      <w:r w:rsidR="00021B83">
        <w:t>Uno Koppelmaa</w:t>
      </w:r>
      <w:r w:rsidR="00AF195B">
        <w:t xml:space="preserve">, </w:t>
      </w:r>
      <w:r>
        <w:t xml:space="preserve">edaspidi </w:t>
      </w:r>
      <w:r w:rsidRPr="00680F52">
        <w:rPr>
          <w:b/>
          <w:bCs/>
        </w:rPr>
        <w:t>Üürileandja</w:t>
      </w:r>
      <w:r>
        <w:rPr>
          <w:bCs/>
        </w:rPr>
        <w:t>,</w:t>
      </w:r>
      <w:r>
        <w:t xml:space="preserve"> ühelt poolt,</w:t>
      </w:r>
    </w:p>
    <w:p w:rsidR="00B530CC" w:rsidRDefault="00B530CC" w:rsidP="00EA7615">
      <w:pPr>
        <w:jc w:val="both"/>
      </w:pPr>
    </w:p>
    <w:p w:rsidR="00B530CC" w:rsidRDefault="00B530CC" w:rsidP="00EA7615">
      <w:pPr>
        <w:jc w:val="both"/>
      </w:pPr>
      <w:r>
        <w:t xml:space="preserve">ja </w:t>
      </w:r>
      <w:r w:rsidR="00AF195B">
        <w:t xml:space="preserve"> </w:t>
      </w:r>
      <w:r w:rsidR="00656370" w:rsidRPr="00A95211">
        <w:rPr>
          <w:b/>
        </w:rPr>
        <w:t>Eesti Metsasertifitseerimise Nõukogu MTÜ</w:t>
      </w:r>
      <w:r w:rsidR="00656370">
        <w:rPr>
          <w:b/>
        </w:rPr>
        <w:t>,</w:t>
      </w:r>
      <w:r w:rsidR="00656370" w:rsidRPr="00A95211">
        <w:rPr>
          <w:b/>
        </w:rPr>
        <w:t xml:space="preserve"> </w:t>
      </w:r>
      <w:r>
        <w:t xml:space="preserve">edaspidi </w:t>
      </w:r>
      <w:r w:rsidRPr="00680F52">
        <w:rPr>
          <w:b/>
          <w:bCs/>
        </w:rPr>
        <w:t>Üürnik</w:t>
      </w:r>
      <w:r w:rsidRPr="00680F52">
        <w:rPr>
          <w:b/>
        </w:rPr>
        <w:t>,</w:t>
      </w:r>
      <w:r w:rsidR="00BF53F9">
        <w:rPr>
          <w:b/>
        </w:rPr>
        <w:t xml:space="preserve"> </w:t>
      </w:r>
      <w:r w:rsidR="00BF53F9">
        <w:t xml:space="preserve">keda esindab </w:t>
      </w:r>
      <w:r w:rsidR="00656370" w:rsidRPr="00A95211">
        <w:t>juhatuse liige Arpo Kullerkupp</w:t>
      </w:r>
      <w:r>
        <w:t xml:space="preserve"> teiselt poolt, </w:t>
      </w:r>
    </w:p>
    <w:p w:rsidR="00B530CC" w:rsidRDefault="00B530CC" w:rsidP="00EA7615">
      <w:pPr>
        <w:jc w:val="both"/>
      </w:pPr>
      <w:r>
        <w:t xml:space="preserve">keda nimetatakse </w:t>
      </w:r>
      <w:r w:rsidRPr="00E826BD">
        <w:t xml:space="preserve">edaspidi </w:t>
      </w:r>
      <w:r w:rsidRPr="00680F52">
        <w:rPr>
          <w:b/>
          <w:bCs/>
        </w:rPr>
        <w:t>Pool</w:t>
      </w:r>
      <w:r w:rsidRPr="00E826BD">
        <w:t xml:space="preserve"> </w:t>
      </w:r>
      <w:r>
        <w:t xml:space="preserve">või </w:t>
      </w:r>
      <w:r w:rsidR="008A1C9E">
        <w:t>ühiselt</w:t>
      </w:r>
      <w:r w:rsidRPr="00680F52">
        <w:rPr>
          <w:b/>
        </w:rPr>
        <w:t xml:space="preserve"> </w:t>
      </w:r>
      <w:r w:rsidRPr="00680F52">
        <w:rPr>
          <w:b/>
          <w:bCs/>
        </w:rPr>
        <w:t>Pool</w:t>
      </w:r>
      <w:r w:rsidR="008A1C9E">
        <w:rPr>
          <w:b/>
          <w:bCs/>
        </w:rPr>
        <w:t>ed</w:t>
      </w:r>
      <w:r w:rsidRPr="00E826BD">
        <w:t xml:space="preserve">, </w:t>
      </w:r>
      <w:bookmarkStart w:id="0" w:name="_GoBack"/>
      <w:bookmarkEnd w:id="0"/>
    </w:p>
    <w:p w:rsidR="00B530CC" w:rsidRDefault="00B530CC" w:rsidP="00EA7615">
      <w:pPr>
        <w:jc w:val="both"/>
      </w:pPr>
    </w:p>
    <w:p w:rsidR="00EA7615" w:rsidRDefault="00B530CC" w:rsidP="00EA7615">
      <w:pPr>
        <w:jc w:val="both"/>
      </w:pPr>
      <w:r w:rsidRPr="00E826BD">
        <w:t>sõlmisid</w:t>
      </w:r>
      <w:r w:rsidR="0071776E">
        <w:t xml:space="preserve"> </w:t>
      </w:r>
      <w:r w:rsidR="00EA7615" w:rsidRPr="00EA7615">
        <w:rPr>
          <w:b/>
        </w:rPr>
        <w:t>Poolte</w:t>
      </w:r>
      <w:r w:rsidR="00D61AB8">
        <w:rPr>
          <w:b/>
        </w:rPr>
        <w:t xml:space="preserve"> </w:t>
      </w:r>
      <w:r w:rsidR="00EA7615" w:rsidRPr="00EA7615">
        <w:t>p</w:t>
      </w:r>
      <w:r w:rsidR="00D61AB8" w:rsidRPr="00EA7615">
        <w:t>oolt</w:t>
      </w:r>
      <w:r w:rsidR="0071776E">
        <w:t xml:space="preserve"> </w:t>
      </w:r>
      <w:r w:rsidR="00994638">
        <w:t>xx</w:t>
      </w:r>
      <w:r w:rsidR="00DE38C6">
        <w:t>.</w:t>
      </w:r>
      <w:r w:rsidR="00873CB0">
        <w:t>0</w:t>
      </w:r>
      <w:r w:rsidR="00656370">
        <w:t>2</w:t>
      </w:r>
      <w:r w:rsidR="00994638">
        <w:t>.20</w:t>
      </w:r>
      <w:r w:rsidR="00656370">
        <w:t>20</w:t>
      </w:r>
      <w:r w:rsidR="00A17613">
        <w:t>.a.</w:t>
      </w:r>
      <w:r w:rsidR="00112690">
        <w:t xml:space="preserve"> läbiviidud</w:t>
      </w:r>
      <w:r w:rsidR="00A17613">
        <w:t xml:space="preserve"> </w:t>
      </w:r>
      <w:r w:rsidR="0071776E">
        <w:t>läbirääkimiste</w:t>
      </w:r>
      <w:r w:rsidR="00D61AB8">
        <w:t xml:space="preserve"> ja</w:t>
      </w:r>
      <w:r w:rsidR="00112690">
        <w:t xml:space="preserve"> läbirääkimiste</w:t>
      </w:r>
      <w:r w:rsidR="00D61AB8">
        <w:t xml:space="preserve"> protokolli nr</w:t>
      </w:r>
    </w:p>
    <w:p w:rsidR="00B530CC" w:rsidRPr="00E826BD" w:rsidRDefault="00DE38C6" w:rsidP="00EA7615">
      <w:pPr>
        <w:jc w:val="both"/>
      </w:pPr>
      <w:r>
        <w:t xml:space="preserve"> 9-33/</w:t>
      </w:r>
      <w:r w:rsidR="00994638">
        <w:t>x</w:t>
      </w:r>
      <w:r w:rsidR="00D61AB8">
        <w:t xml:space="preserve"> </w:t>
      </w:r>
      <w:r w:rsidR="0071776E">
        <w:t>tulemusena</w:t>
      </w:r>
      <w:r w:rsidR="00B530CC" w:rsidRPr="00E826BD">
        <w:t xml:space="preserve"> käesoleva lepingu</w:t>
      </w:r>
      <w:r w:rsidR="008A1C9E">
        <w:t xml:space="preserve">, </w:t>
      </w:r>
      <w:r w:rsidR="00B530CC" w:rsidRPr="00E826BD">
        <w:t xml:space="preserve">edaspidi </w:t>
      </w:r>
      <w:r w:rsidR="00B530CC" w:rsidRPr="00680F52">
        <w:rPr>
          <w:b/>
          <w:bCs/>
        </w:rPr>
        <w:t>Leping</w:t>
      </w:r>
      <w:r w:rsidR="008A1C9E">
        <w:rPr>
          <w:b/>
          <w:bCs/>
        </w:rPr>
        <w:t>,</w:t>
      </w:r>
      <w:r w:rsidR="00B530CC">
        <w:rPr>
          <w:b/>
          <w:bCs/>
        </w:rPr>
        <w:t xml:space="preserve"> </w:t>
      </w:r>
      <w:r w:rsidR="00B530CC" w:rsidRPr="005D5C2D">
        <w:rPr>
          <w:bCs/>
        </w:rPr>
        <w:t>alljärgnevas:</w:t>
      </w:r>
    </w:p>
    <w:p w:rsidR="00B530CC" w:rsidRDefault="00B530CC" w:rsidP="00EA7615">
      <w:pPr>
        <w:jc w:val="both"/>
      </w:pPr>
    </w:p>
    <w:p w:rsidR="00B530CC" w:rsidRPr="00CD15FF" w:rsidRDefault="00B530CC" w:rsidP="00EA7615">
      <w:pPr>
        <w:jc w:val="both"/>
        <w:rPr>
          <w:b/>
          <w:bCs/>
        </w:rPr>
      </w:pPr>
      <w:r w:rsidRPr="00CD15FF">
        <w:rPr>
          <w:b/>
          <w:bCs/>
        </w:rPr>
        <w:t>1. Lepingu ese</w:t>
      </w:r>
      <w:r w:rsidR="001043E8">
        <w:rPr>
          <w:b/>
          <w:bCs/>
        </w:rPr>
        <w:t>,</w:t>
      </w:r>
      <w:r w:rsidRPr="00CD15FF">
        <w:rPr>
          <w:b/>
          <w:bCs/>
        </w:rPr>
        <w:t xml:space="preserve"> tähtaeg</w:t>
      </w:r>
      <w:r w:rsidR="001043E8">
        <w:rPr>
          <w:b/>
          <w:bCs/>
        </w:rPr>
        <w:t xml:space="preserve"> ja üldised kokkulepped</w:t>
      </w:r>
    </w:p>
    <w:p w:rsidR="002D5C96" w:rsidRDefault="00B530CC" w:rsidP="00EA7615">
      <w:pPr>
        <w:jc w:val="both"/>
      </w:pPr>
      <w:r w:rsidRPr="00CD15FF">
        <w:t>1.1. Üürileandja annab Üürnikule tasu eest kasutamiseks</w:t>
      </w:r>
      <w:r w:rsidR="002D5C96" w:rsidRPr="002D5C96">
        <w:t xml:space="preserve"> </w:t>
      </w:r>
      <w:r w:rsidR="00021B83">
        <w:t>Tallinnas, Toompuiestee 24</w:t>
      </w:r>
      <w:r w:rsidR="002D5C96" w:rsidRPr="002D5C96">
        <w:t xml:space="preserve"> kinnistul (katastritunnusega</w:t>
      </w:r>
      <w:r w:rsidR="00000720">
        <w:t xml:space="preserve"> 78401:101:0410</w:t>
      </w:r>
      <w:r w:rsidR="002D5C96" w:rsidRPr="002D5C96">
        <w:t>, riigi kinnisvararegistri koodiga KV</w:t>
      </w:r>
      <w:r w:rsidR="00000720">
        <w:t>10941</w:t>
      </w:r>
      <w:r w:rsidR="002D5C96" w:rsidRPr="002D5C96">
        <w:t xml:space="preserve">) asuva </w:t>
      </w:r>
      <w:r w:rsidR="00656370">
        <w:t>administ</w:t>
      </w:r>
      <w:r w:rsidR="00656370">
        <w:softHyphen/>
        <w:t>ratiivhoone ruum</w:t>
      </w:r>
      <w:r w:rsidR="00000720">
        <w:t xml:space="preserve"> </w:t>
      </w:r>
      <w:r w:rsidR="00656370">
        <w:t xml:space="preserve">407 </w:t>
      </w:r>
      <w:r w:rsidR="002D5C96" w:rsidRPr="002D5C96">
        <w:t xml:space="preserve">(riigi kinnisvararegistri kood </w:t>
      </w:r>
      <w:r w:rsidR="00000720" w:rsidRPr="002D5C96">
        <w:t>KV</w:t>
      </w:r>
      <w:r w:rsidR="00000720">
        <w:t>10941</w:t>
      </w:r>
      <w:r w:rsidR="002D5C96" w:rsidRPr="002D5C96">
        <w:t xml:space="preserve">H1, suletud netopinnaga </w:t>
      </w:r>
      <w:r w:rsidR="00656370">
        <w:t>8</w:t>
      </w:r>
      <w:r w:rsidR="002C43E2">
        <w:t>,3</w:t>
      </w:r>
      <w:r w:rsidR="002D5C96" w:rsidRPr="002D5C96">
        <w:t xml:space="preserve"> m</w:t>
      </w:r>
      <w:r w:rsidR="002D5C96" w:rsidRPr="00000720">
        <w:rPr>
          <w:vertAlign w:val="superscript"/>
        </w:rPr>
        <w:t>2</w:t>
      </w:r>
      <w:r w:rsidR="002D5C96" w:rsidRPr="002D5C96">
        <w:t xml:space="preserve">) </w:t>
      </w:r>
      <w:r w:rsidRPr="00CD15FF">
        <w:t xml:space="preserve">edaspidi </w:t>
      </w:r>
      <w:r w:rsidR="001B3FA7">
        <w:rPr>
          <w:b/>
        </w:rPr>
        <w:t>Üüripind</w:t>
      </w:r>
      <w:r w:rsidR="00475B75">
        <w:t>.</w:t>
      </w:r>
      <w:r w:rsidR="004F6D75">
        <w:t xml:space="preserve"> </w:t>
      </w:r>
      <w:r w:rsidR="00295AE2">
        <w:t xml:space="preserve"> </w:t>
      </w:r>
    </w:p>
    <w:p w:rsidR="00B530CC" w:rsidRPr="00CD15FF" w:rsidRDefault="00B530CC" w:rsidP="00EA7615">
      <w:pPr>
        <w:jc w:val="both"/>
      </w:pPr>
      <w:r w:rsidRPr="00CD15FF">
        <w:t xml:space="preserve">1.2. </w:t>
      </w:r>
      <w:r w:rsidR="00F06D0C">
        <w:t>Üüripinna</w:t>
      </w:r>
      <w:r w:rsidRPr="00CD15FF">
        <w:t xml:space="preserve"> üleandmisel Üürniku faktilisse kasutusse vormistavad Pooled kohapeal </w:t>
      </w:r>
      <w:r w:rsidR="00F06D0C">
        <w:t>Üüripinna</w:t>
      </w:r>
      <w:r w:rsidRPr="00CD15FF">
        <w:t xml:space="preserve"> üleandmise akti, mis on Lepingu Lisaks </w:t>
      </w:r>
      <w:r w:rsidR="0071776E">
        <w:t>1</w:t>
      </w:r>
      <w:r w:rsidRPr="00CD15FF">
        <w:t xml:space="preserve">. </w:t>
      </w:r>
      <w:r w:rsidR="001A1549">
        <w:t xml:space="preserve">Lepingu Lisaks 2 on Üüripinna plaan ning Toompuiestee 24 hoone </w:t>
      </w:r>
      <w:r w:rsidR="002F46D4">
        <w:t>üldkasutatavate</w:t>
      </w:r>
      <w:r w:rsidR="001A1549">
        <w:t xml:space="preserve"> pindade ning täiendavate teenuste kasutuskord</w:t>
      </w:r>
      <w:r w:rsidR="005E47BF">
        <w:t>.</w:t>
      </w:r>
    </w:p>
    <w:p w:rsidR="002D5C96" w:rsidRDefault="00B530CC" w:rsidP="00EA7615">
      <w:pPr>
        <w:jc w:val="both"/>
      </w:pPr>
      <w:r w:rsidRPr="00CD15FF">
        <w:t xml:space="preserve">1.3. Leping </w:t>
      </w:r>
      <w:r w:rsidR="002D5C96">
        <w:t>on sõlmitud tähtaja</w:t>
      </w:r>
      <w:r w:rsidR="00021B83">
        <w:t>tu</w:t>
      </w:r>
      <w:r w:rsidR="002D5C96">
        <w:t xml:space="preserve">na  </w:t>
      </w:r>
      <w:r w:rsidR="00021B83">
        <w:t xml:space="preserve">alates </w:t>
      </w:r>
      <w:r w:rsidR="00603312">
        <w:t>15</w:t>
      </w:r>
      <w:r w:rsidR="00CA3BB6">
        <w:t>.</w:t>
      </w:r>
      <w:r w:rsidR="00021B83">
        <w:t>0</w:t>
      </w:r>
      <w:r w:rsidR="00603312">
        <w:t>2</w:t>
      </w:r>
      <w:r w:rsidR="00021B83">
        <w:t>.20</w:t>
      </w:r>
      <w:r w:rsidR="00603312">
        <w:t>20</w:t>
      </w:r>
      <w:r w:rsidR="00CA3BB6">
        <w:t>.a.</w:t>
      </w:r>
      <w:r w:rsidRPr="00CD15FF">
        <w:t xml:space="preserve"> </w:t>
      </w:r>
    </w:p>
    <w:p w:rsidR="00B530CC" w:rsidRDefault="00B530CC" w:rsidP="00EA7615">
      <w:pPr>
        <w:jc w:val="both"/>
      </w:pPr>
      <w:r w:rsidRPr="00CD15FF">
        <w:t xml:space="preserve">1.4. Üürnikul on õigus kasutada </w:t>
      </w:r>
      <w:r w:rsidR="001B3FA7">
        <w:t>Üüripind</w:t>
      </w:r>
      <w:r w:rsidR="00F06D0C">
        <w:t>a</w:t>
      </w:r>
      <w:r w:rsidR="002D5C96" w:rsidRPr="002D5C96">
        <w:t xml:space="preserve"> </w:t>
      </w:r>
      <w:r w:rsidR="00021B83">
        <w:t>büroopinnana põhikirjast tulenevate ülesannete täitmiseks</w:t>
      </w:r>
      <w:r w:rsidR="00930A63">
        <w:t>.</w:t>
      </w:r>
    </w:p>
    <w:p w:rsidR="009826F5" w:rsidRDefault="001043E8" w:rsidP="00EA7615">
      <w:pPr>
        <w:jc w:val="both"/>
      </w:pPr>
      <w:r>
        <w:t>1.5. Üürnik on Üüripinna vastuvõtmisel teadlik Üüripinna seisukorrast ja kõigist Üüripinna puudustest ja Üüripinnaga kaasnevatest kohustustest ja piirangutest ning üürnik on enne üürileping</w:t>
      </w:r>
      <w:r w:rsidR="005E47BF">
        <w:t>u sõlmimist üürilepinguga kohap</w:t>
      </w:r>
      <w:r>
        <w:t>e</w:t>
      </w:r>
      <w:r w:rsidR="005E47BF">
        <w:t>a</w:t>
      </w:r>
      <w:r>
        <w:t>l piisavalt ja igakülgselt tutvunud ning soovib Üüripinda just sellises seisukorras, koos selliste nõuetega, kohustustega ja piirangutega kasutusele võtta.</w:t>
      </w:r>
    </w:p>
    <w:p w:rsidR="00AE7320" w:rsidRPr="00440773" w:rsidRDefault="00AE7320" w:rsidP="00EA7615">
      <w:pPr>
        <w:jc w:val="both"/>
      </w:pPr>
    </w:p>
    <w:p w:rsidR="00B530CC" w:rsidRPr="00CD15FF" w:rsidRDefault="00B530CC" w:rsidP="00EA7615">
      <w:pPr>
        <w:jc w:val="both"/>
        <w:rPr>
          <w:b/>
          <w:bCs/>
        </w:rPr>
      </w:pPr>
      <w:r w:rsidRPr="00CD15FF">
        <w:rPr>
          <w:b/>
          <w:bCs/>
        </w:rPr>
        <w:t xml:space="preserve">2. Üür </w:t>
      </w:r>
    </w:p>
    <w:p w:rsidR="00B530CC" w:rsidRPr="00753F7A" w:rsidRDefault="00B530CC" w:rsidP="00EA7615">
      <w:pPr>
        <w:jc w:val="both"/>
        <w:rPr>
          <w:b/>
        </w:rPr>
      </w:pPr>
      <w:r w:rsidRPr="00CD15FF">
        <w:t xml:space="preserve">2.1. Üürnik kohustub maksma Üürileandjale </w:t>
      </w:r>
      <w:r w:rsidR="00295AE2">
        <w:t xml:space="preserve">Üüripinna </w:t>
      </w:r>
      <w:r w:rsidR="005E47BF">
        <w:t xml:space="preserve">ja laopinna eest </w:t>
      </w:r>
      <w:r w:rsidRPr="00CD15FF">
        <w:t>üüri</w:t>
      </w:r>
      <w:r w:rsidR="005E47BF">
        <w:t xml:space="preserve"> arvestusega </w:t>
      </w:r>
      <w:r w:rsidR="00656370">
        <w:t>7</w:t>
      </w:r>
      <w:r w:rsidR="005E47BF">
        <w:t xml:space="preserve"> eurot </w:t>
      </w:r>
      <w:r w:rsidR="00656370">
        <w:t>25</w:t>
      </w:r>
      <w:r w:rsidR="005E47BF">
        <w:t xml:space="preserve"> senti ruutmeetri eest ehk kokku </w:t>
      </w:r>
      <w:r w:rsidR="00656370">
        <w:rPr>
          <w:b/>
        </w:rPr>
        <w:t>60</w:t>
      </w:r>
      <w:r w:rsidRPr="00CD15FF">
        <w:t xml:space="preserve"> (</w:t>
      </w:r>
      <w:r w:rsidR="00656370">
        <w:t>kuu</w:t>
      </w:r>
      <w:r w:rsidR="002C43E2">
        <w:t>s</w:t>
      </w:r>
      <w:r w:rsidR="005E47BF">
        <w:t>kümmend</w:t>
      </w:r>
      <w:r w:rsidR="00656370">
        <w:t>)</w:t>
      </w:r>
      <w:r w:rsidR="005E47BF">
        <w:t xml:space="preserve"> eurot </w:t>
      </w:r>
      <w:r w:rsidR="006434F2">
        <w:t>kuus</w:t>
      </w:r>
      <w:r w:rsidR="008A1C9E">
        <w:t>,</w:t>
      </w:r>
      <w:r w:rsidR="003B094A">
        <w:t xml:space="preserve"> mis sisaldab kõiki seadusest tulenevaid makse</w:t>
      </w:r>
      <w:r w:rsidR="00CC0478">
        <w:t xml:space="preserve"> ning kõrvalkuludest </w:t>
      </w:r>
      <w:r w:rsidR="00CC0478" w:rsidRPr="00CC0478">
        <w:rPr>
          <w:color w:val="000000"/>
        </w:rPr>
        <w:t xml:space="preserve">elektri, soojusenergia ja vee tarbimist, </w:t>
      </w:r>
      <w:r w:rsidR="00F52937">
        <w:rPr>
          <w:color w:val="000000"/>
        </w:rPr>
        <w:t xml:space="preserve">jäätmevedu, </w:t>
      </w:r>
      <w:r w:rsidR="00CC0478" w:rsidRPr="00CC0478">
        <w:rPr>
          <w:color w:val="000000"/>
        </w:rPr>
        <w:t>ruumide sisekoristus</w:t>
      </w:r>
      <w:r w:rsidR="00CC0478" w:rsidRPr="00CC0478">
        <w:rPr>
          <w:color w:val="000000"/>
        </w:rPr>
        <w:softHyphen/>
        <w:t>teenust, valveteenust, ruumis oleva kontorimööbli kasutamist ning üldkasutatava pinna kasutamist</w:t>
      </w:r>
      <w:r w:rsidR="00CC0478">
        <w:rPr>
          <w:color w:val="000000"/>
        </w:rPr>
        <w:t>,</w:t>
      </w:r>
      <w:r w:rsidR="00CC0478" w:rsidRPr="00CC0478">
        <w:rPr>
          <w:color w:val="000000"/>
        </w:rPr>
        <w:t xml:space="preserve"> </w:t>
      </w:r>
      <w:r w:rsidRPr="00CD15FF">
        <w:t xml:space="preserve">edaspidi </w:t>
      </w:r>
      <w:r w:rsidRPr="00CD15FF">
        <w:rPr>
          <w:b/>
          <w:bCs/>
        </w:rPr>
        <w:t>Üür</w:t>
      </w:r>
      <w:r w:rsidRPr="00CD15FF">
        <w:t xml:space="preserve">. </w:t>
      </w:r>
      <w:r w:rsidR="003B094A">
        <w:t xml:space="preserve"> </w:t>
      </w:r>
      <w:r w:rsidR="00CC0478" w:rsidRPr="00CC0478">
        <w:t xml:space="preserve">Üürile </w:t>
      </w:r>
      <w:r w:rsidR="00CC0478">
        <w:t xml:space="preserve">lisandub </w:t>
      </w:r>
      <w:r w:rsidR="00CC0478" w:rsidRPr="00CC0478">
        <w:t>käibemaks</w:t>
      </w:r>
      <w:r w:rsidR="00CC0478">
        <w:t xml:space="preserve">. </w:t>
      </w:r>
    </w:p>
    <w:p w:rsidR="00A10A64" w:rsidRPr="00CD15FF" w:rsidRDefault="00B530CC" w:rsidP="00EA7615">
      <w:pPr>
        <w:jc w:val="both"/>
      </w:pPr>
      <w:r w:rsidRPr="00CD15FF">
        <w:t xml:space="preserve">2.2. </w:t>
      </w:r>
      <w:r w:rsidR="00A10A64" w:rsidRPr="00CD15FF">
        <w:t xml:space="preserve">Juhul, kui Üürileandja osutab või vahendab Üürnikule seoses </w:t>
      </w:r>
      <w:r w:rsidR="00A10A64">
        <w:t>Üüripinna</w:t>
      </w:r>
      <w:r w:rsidR="00A10A64" w:rsidRPr="00CD15FF">
        <w:t xml:space="preserve"> kasutamisega teenust, mida ei ole nimetatud Lepingu punktis </w:t>
      </w:r>
      <w:r w:rsidR="00475B75">
        <w:t>2.1.</w:t>
      </w:r>
      <w:r w:rsidR="00A10A64" w:rsidRPr="00CD15FF">
        <w:t xml:space="preserve">, kohustub Üürnik tasuma selle eest vastavalt </w:t>
      </w:r>
      <w:r w:rsidR="00475B75">
        <w:t>osutatava teenuse tegelikule kulule vastavalt Lepinguga sätestatud</w:t>
      </w:r>
      <w:r w:rsidR="00A10A64" w:rsidRPr="00CD15FF">
        <w:t xml:space="preserve"> tasumise korrale, kui Pooled ei lepi kokku teisiti. </w:t>
      </w:r>
    </w:p>
    <w:p w:rsidR="00B530CC" w:rsidRPr="00CD15FF" w:rsidRDefault="00603312" w:rsidP="00EA7615">
      <w:pPr>
        <w:jc w:val="both"/>
      </w:pPr>
      <w:r>
        <w:t>2.3</w:t>
      </w:r>
      <w:r w:rsidR="00B530CC" w:rsidRPr="00CD15FF">
        <w:t xml:space="preserve">. </w:t>
      </w:r>
      <w:r w:rsidR="00F52937" w:rsidRPr="00F52937">
        <w:t xml:space="preserve">Alates teisest aastast pärast Lepingu sõlmimist iga järgneva aasta möödumisel on Üürileandjal õigus kahepoolse otsuse ja nõusoleku alusel </w:t>
      </w:r>
      <w:r w:rsidR="00F52937">
        <w:t>korrigeerida</w:t>
      </w:r>
      <w:r w:rsidR="00F52937" w:rsidRPr="00F52937">
        <w:t xml:space="preserve"> üüri</w:t>
      </w:r>
      <w:r w:rsidR="005E47BF">
        <w:t>, kui üüris sisal</w:t>
      </w:r>
      <w:r w:rsidR="002F46D4">
        <w:softHyphen/>
      </w:r>
      <w:r w:rsidR="005E47BF">
        <w:t>du</w:t>
      </w:r>
      <w:r w:rsidR="002F46D4">
        <w:softHyphen/>
      </w:r>
      <w:r w:rsidR="005E47BF">
        <w:t xml:space="preserve">vate </w:t>
      </w:r>
      <w:r w:rsidR="002F46D4">
        <w:t xml:space="preserve">maksude ja/või </w:t>
      </w:r>
      <w:r w:rsidR="005E47BF">
        <w:t>teenuste hind on muutunud</w:t>
      </w:r>
      <w:r w:rsidR="00F52937" w:rsidRPr="00F52937">
        <w:t>, teatades oma soovist Üürnikule ette vähemalt 60 (kuuskümmend) kalendripäeva.</w:t>
      </w:r>
      <w:r w:rsidR="00B530CC" w:rsidRPr="00CD15FF">
        <w:t xml:space="preserve">. </w:t>
      </w:r>
    </w:p>
    <w:p w:rsidR="00F06D0C" w:rsidRDefault="00B530CC" w:rsidP="00EA7615">
      <w:pPr>
        <w:jc w:val="both"/>
      </w:pPr>
      <w:r w:rsidRPr="00CD15FF">
        <w:t>2.</w:t>
      </w:r>
      <w:r w:rsidR="00603312">
        <w:t>4</w:t>
      </w:r>
      <w:r w:rsidRPr="00CD15FF">
        <w:t xml:space="preserve">. Üürnik tasub Üürileandjale </w:t>
      </w:r>
      <w:r w:rsidR="00475B75" w:rsidRPr="00CD15FF">
        <w:t xml:space="preserve">järgneva </w:t>
      </w:r>
      <w:r w:rsidRPr="00CD15FF">
        <w:t xml:space="preserve">kuu eest </w:t>
      </w:r>
      <w:r w:rsidR="00475B75" w:rsidRPr="00CD15FF">
        <w:t xml:space="preserve">eelmise </w:t>
      </w:r>
      <w:r w:rsidRPr="00CD15FF">
        <w:t xml:space="preserve">kuu </w:t>
      </w:r>
      <w:r w:rsidR="003428A7">
        <w:t>25-ndaks</w:t>
      </w:r>
      <w:r>
        <w:t xml:space="preserve"> </w:t>
      </w:r>
      <w:r w:rsidRPr="00CD15FF">
        <w:t>(</w:t>
      </w:r>
      <w:r w:rsidR="003428A7">
        <w:t>kahekümne viiendaks</w:t>
      </w:r>
      <w:r w:rsidRPr="00CD15FF">
        <w:t xml:space="preserve">) kuupäevaks Üürileandja poolt esitatud arve alusel. </w:t>
      </w:r>
      <w:r w:rsidR="002F46D4">
        <w:t>Üürnik tasub 25.</w:t>
      </w:r>
      <w:r w:rsidR="00603312">
        <w:t>veebruar</w:t>
      </w:r>
      <w:r w:rsidR="00994638">
        <w:t>iks 20</w:t>
      </w:r>
      <w:r w:rsidR="00603312">
        <w:t>20</w:t>
      </w:r>
      <w:r w:rsidR="002F46D4">
        <w:t xml:space="preserve"> nii </w:t>
      </w:r>
      <w:r w:rsidR="00603312">
        <w:t>veebruari</w:t>
      </w:r>
      <w:r w:rsidR="002F46D4">
        <w:t xml:space="preserve"> kui ka </w:t>
      </w:r>
      <w:r w:rsidR="00603312">
        <w:t>märtsi</w:t>
      </w:r>
      <w:r w:rsidR="002F46D4">
        <w:t xml:space="preserve"> üüri.</w:t>
      </w:r>
    </w:p>
    <w:p w:rsidR="00B530CC" w:rsidRPr="00CD15FF" w:rsidRDefault="00B530CC" w:rsidP="00EA7615">
      <w:pPr>
        <w:jc w:val="both"/>
      </w:pPr>
      <w:r w:rsidRPr="00CD15FF">
        <w:lastRenderedPageBreak/>
        <w:t>2.</w:t>
      </w:r>
      <w:r w:rsidR="00603312">
        <w:t>5</w:t>
      </w:r>
      <w:r w:rsidRPr="00CD15FF">
        <w:t>. Üüri hakatakse arvestama ja Üürnikul tekib Üüri tasumise kohustus alates</w:t>
      </w:r>
      <w:r w:rsidR="00F06D0C">
        <w:t xml:space="preserve"> Üüripinna </w:t>
      </w:r>
      <w:r w:rsidRPr="00CD15FF">
        <w:t>üle</w:t>
      </w:r>
      <w:r w:rsidR="00106F38">
        <w:softHyphen/>
      </w:r>
      <w:r w:rsidRPr="00CD15FF">
        <w:t xml:space="preserve">andmise akti alusel Üürnikule üleandmise kuupäevast Üürniku Üüri ja muude Lepingujärgsete maksete tasumise kohustust ei mõjuta asjaolu, kas ta faktiliselt ja kui suures ulatuses </w:t>
      </w:r>
      <w:r w:rsidR="001B3FA7">
        <w:t>Üüripind</w:t>
      </w:r>
      <w:r w:rsidR="00F06D0C">
        <w:t>a</w:t>
      </w:r>
      <w:r w:rsidRPr="00CD15FF">
        <w:t xml:space="preserve"> kasutab.</w:t>
      </w:r>
    </w:p>
    <w:p w:rsidR="00B530CC" w:rsidRPr="00D44B40" w:rsidRDefault="00B530CC" w:rsidP="00EA7615">
      <w:pPr>
        <w:jc w:val="both"/>
        <w:rPr>
          <w:b/>
        </w:rPr>
      </w:pPr>
    </w:p>
    <w:p w:rsidR="00B530CC" w:rsidRPr="00CD15FF" w:rsidRDefault="00106F38" w:rsidP="00EA7615">
      <w:pPr>
        <w:jc w:val="both"/>
        <w:rPr>
          <w:b/>
          <w:bCs/>
        </w:rPr>
      </w:pPr>
      <w:r>
        <w:rPr>
          <w:b/>
          <w:bCs/>
        </w:rPr>
        <w:t>3</w:t>
      </w:r>
      <w:r w:rsidR="00B530CC" w:rsidRPr="00CD15FF">
        <w:rPr>
          <w:b/>
          <w:bCs/>
        </w:rPr>
        <w:t>. Poolte kohustused</w:t>
      </w:r>
    </w:p>
    <w:p w:rsidR="00B530CC" w:rsidRPr="00856CA4" w:rsidRDefault="00106F38" w:rsidP="00EA7615">
      <w:pPr>
        <w:jc w:val="both"/>
        <w:rPr>
          <w:b/>
        </w:rPr>
      </w:pPr>
      <w:r>
        <w:rPr>
          <w:b/>
        </w:rPr>
        <w:t>3</w:t>
      </w:r>
      <w:r w:rsidR="00B530CC" w:rsidRPr="00856CA4">
        <w:rPr>
          <w:b/>
        </w:rPr>
        <w:t>.1. Üürileandja kohustub:</w:t>
      </w:r>
    </w:p>
    <w:p w:rsidR="00B530CC" w:rsidRPr="00CD15FF" w:rsidRDefault="00106F38" w:rsidP="00EA7615">
      <w:pPr>
        <w:jc w:val="both"/>
      </w:pPr>
      <w:r>
        <w:t>3</w:t>
      </w:r>
      <w:r w:rsidR="00B530CC" w:rsidRPr="00CD15FF">
        <w:t xml:space="preserve">.1.1. andma Üürnikule </w:t>
      </w:r>
      <w:r>
        <w:t>Üüripinna</w:t>
      </w:r>
      <w:r w:rsidR="00B530CC" w:rsidRPr="00CD15FF">
        <w:t xml:space="preserve"> üle hiljemalt </w:t>
      </w:r>
      <w:r w:rsidR="00994638">
        <w:t>1</w:t>
      </w:r>
      <w:r w:rsidR="00603312">
        <w:t>5</w:t>
      </w:r>
      <w:r w:rsidR="00475B75">
        <w:t>.</w:t>
      </w:r>
      <w:r w:rsidR="006F7250">
        <w:t xml:space="preserve"> </w:t>
      </w:r>
      <w:r w:rsidR="00603312">
        <w:t>veebruaril</w:t>
      </w:r>
      <w:r w:rsidR="004052CA">
        <w:t xml:space="preserve"> </w:t>
      </w:r>
      <w:r w:rsidR="00603312">
        <w:t>2020</w:t>
      </w:r>
      <w:r w:rsidR="00856CA4">
        <w:t>.a</w:t>
      </w:r>
      <w:r w:rsidR="00B530CC">
        <w:t>;</w:t>
      </w:r>
    </w:p>
    <w:p w:rsidR="00B530CC" w:rsidRPr="00CD15FF" w:rsidRDefault="00106F38" w:rsidP="00EA7615">
      <w:pPr>
        <w:jc w:val="both"/>
      </w:pPr>
      <w:r>
        <w:t>3</w:t>
      </w:r>
      <w:r w:rsidR="00B530CC" w:rsidRPr="00CD15FF">
        <w:t xml:space="preserve">.1.2. kindlustama </w:t>
      </w:r>
      <w:r w:rsidR="00A85D0F">
        <w:t>Üüripinna</w:t>
      </w:r>
      <w:r w:rsidR="00B530CC" w:rsidRPr="00CD15FF">
        <w:t xml:space="preserve"> teenindamise Üürileandja poolt osutatavate või Üürileandja poolt vahendatavate teenustega;</w:t>
      </w:r>
    </w:p>
    <w:p w:rsidR="00B530CC" w:rsidRPr="00CD15FF" w:rsidRDefault="00106F38" w:rsidP="00EA7615">
      <w:pPr>
        <w:jc w:val="both"/>
      </w:pPr>
      <w:r>
        <w:t>3</w:t>
      </w:r>
      <w:r w:rsidR="00B530CC" w:rsidRPr="00CD15FF">
        <w:t>.1.3. teatama Üürnikule vähemalt üks ööpäev ette plaanilistest elektri</w:t>
      </w:r>
      <w:r>
        <w:t>-, vee- ja sooja</w:t>
      </w:r>
      <w:r w:rsidR="009826F5">
        <w:t>kat</w:t>
      </w:r>
      <w:r>
        <w:softHyphen/>
      </w:r>
      <w:r w:rsidR="009826F5">
        <w:t xml:space="preserve">kestustest </w:t>
      </w:r>
      <w:r w:rsidR="00F06D0C">
        <w:t>Üüripin</w:t>
      </w:r>
      <w:r w:rsidR="00A85D0F">
        <w:t>nal</w:t>
      </w:r>
      <w:r w:rsidR="00B530CC" w:rsidRPr="00CD15FF">
        <w:t>;</w:t>
      </w:r>
    </w:p>
    <w:p w:rsidR="00B530CC" w:rsidRPr="00CD15FF" w:rsidRDefault="00106F38" w:rsidP="00EA7615">
      <w:pPr>
        <w:jc w:val="both"/>
      </w:pPr>
      <w:r>
        <w:t>3</w:t>
      </w:r>
      <w:r w:rsidR="00B530CC" w:rsidRPr="00CD15FF">
        <w:t xml:space="preserve">.1.4. tagama </w:t>
      </w:r>
      <w:r w:rsidR="00A85D0F">
        <w:t>Üüripinna</w:t>
      </w:r>
      <w:r w:rsidR="00B530CC" w:rsidRPr="00CD15FF">
        <w:t xml:space="preserve"> haldamise ja hoolduse vastavalt Poolte poolt kokkulepitule; </w:t>
      </w:r>
    </w:p>
    <w:p w:rsidR="00B530CC" w:rsidRPr="00CD15FF" w:rsidRDefault="00106F38" w:rsidP="00EA7615">
      <w:pPr>
        <w:jc w:val="both"/>
      </w:pPr>
      <w:r>
        <w:t>3</w:t>
      </w:r>
      <w:r w:rsidR="00B530CC" w:rsidRPr="00CD15FF">
        <w:t>.1.</w:t>
      </w:r>
      <w:r w:rsidR="00363F11">
        <w:t>5</w:t>
      </w:r>
      <w:r w:rsidR="00B530CC" w:rsidRPr="00CD15FF">
        <w:t xml:space="preserve">. </w:t>
      </w:r>
      <w:r w:rsidR="004F6D75">
        <w:t xml:space="preserve">võimaldama Üürnikule kasutada eelneval broneerimisel </w:t>
      </w:r>
      <w:r>
        <w:t>ja</w:t>
      </w:r>
      <w:r w:rsidR="004F6D75">
        <w:t xml:space="preserve"> juhul kui Üürileandja töö</w:t>
      </w:r>
      <w:r>
        <w:softHyphen/>
      </w:r>
      <w:r w:rsidR="004F6D75">
        <w:t>tajad neid sel ajal ei kasuta nõupidamisruume (v.a ruum 202, mille kasutuse kohta tehakse igakordne eraldi kokkulepe) ja saali, muid üldkasutatavaid ruume, samuti bürootehnikat</w:t>
      </w:r>
      <w:r w:rsidR="00B530CC" w:rsidRPr="00CD15FF">
        <w:t>;</w:t>
      </w:r>
    </w:p>
    <w:p w:rsidR="00B530CC" w:rsidRPr="00CD15FF" w:rsidRDefault="00106F38" w:rsidP="00EA7615">
      <w:pPr>
        <w:jc w:val="both"/>
      </w:pPr>
      <w:r>
        <w:t>3</w:t>
      </w:r>
      <w:r w:rsidR="00B530CC" w:rsidRPr="00CD15FF">
        <w:t>.1.</w:t>
      </w:r>
      <w:r w:rsidR="00363F11">
        <w:t>6</w:t>
      </w:r>
      <w:r w:rsidR="00B530CC" w:rsidRPr="00CD15FF">
        <w:t>.</w:t>
      </w:r>
      <w:r w:rsidR="00D00A66">
        <w:t xml:space="preserve"> </w:t>
      </w:r>
      <w:r w:rsidR="00B530CC" w:rsidRPr="00CD15FF">
        <w:t xml:space="preserve">teatama kirjalikult Üürnikule </w:t>
      </w:r>
      <w:r w:rsidR="009826F5">
        <w:t>Üüripinna</w:t>
      </w:r>
      <w:r w:rsidR="00B530CC" w:rsidRPr="00CD15FF">
        <w:t xml:space="preserve"> võõrandamisest või piiratud asjaõigusega koormamisest</w:t>
      </w:r>
      <w:r w:rsidR="00066DDB">
        <w:t xml:space="preserve"> </w:t>
      </w:r>
      <w:r w:rsidR="00B530CC" w:rsidRPr="00CD15FF">
        <w:t>10 (kümne) kalendripäeva jooksul alates omandi üleminekust või vastava kande tegemisest kinnistusraamatusse;</w:t>
      </w:r>
    </w:p>
    <w:p w:rsidR="00B530CC" w:rsidRDefault="00106F38" w:rsidP="00EA7615">
      <w:pPr>
        <w:jc w:val="both"/>
      </w:pPr>
      <w:r>
        <w:t>3</w:t>
      </w:r>
      <w:r w:rsidR="00B530CC" w:rsidRPr="00CD15FF">
        <w:t>.1.</w:t>
      </w:r>
      <w:r w:rsidR="00363F11">
        <w:t>7</w:t>
      </w:r>
      <w:r w:rsidR="00B530CC" w:rsidRPr="00CD15FF">
        <w:t>. esitama pretensioonid, mida tal on õigus Lepingu kohaselt Üürnikule esitada, 5 (viie) tööpäeva jooksul arvates päevast, mil ta sai teada või pidi saama teada sündmustest või asjaoludest, mis annavad aluse pretensiooni esitamiseks.</w:t>
      </w:r>
    </w:p>
    <w:p w:rsidR="00D00A66" w:rsidRPr="00CD15FF" w:rsidRDefault="00D00A66" w:rsidP="00EA7615">
      <w:pPr>
        <w:jc w:val="both"/>
      </w:pPr>
    </w:p>
    <w:p w:rsidR="00B530CC" w:rsidRPr="00856CA4" w:rsidRDefault="00106F38" w:rsidP="00EA7615">
      <w:pPr>
        <w:jc w:val="both"/>
        <w:rPr>
          <w:b/>
        </w:rPr>
      </w:pPr>
      <w:r>
        <w:rPr>
          <w:b/>
        </w:rPr>
        <w:t>3</w:t>
      </w:r>
      <w:r w:rsidR="00B530CC" w:rsidRPr="00856CA4">
        <w:rPr>
          <w:b/>
        </w:rPr>
        <w:t>.2. Üürnik kohustub:</w:t>
      </w:r>
    </w:p>
    <w:p w:rsidR="00B530CC" w:rsidRPr="00CD15FF" w:rsidRDefault="00106F38" w:rsidP="00EA7615">
      <w:pPr>
        <w:jc w:val="both"/>
      </w:pPr>
      <w:r>
        <w:t>3</w:t>
      </w:r>
      <w:r w:rsidR="00B530CC" w:rsidRPr="00CD15FF">
        <w:t xml:space="preserve">.2.1. </w:t>
      </w:r>
      <w:r w:rsidR="009826F5">
        <w:t>Üüripinna</w:t>
      </w:r>
      <w:r w:rsidR="00B530CC" w:rsidRPr="00CD15FF">
        <w:t xml:space="preserve"> vastuvõtmisel Üürileandjalt hoolikalt üle vaatama ja alla kirjutama </w:t>
      </w:r>
      <w:r w:rsidR="009826F5">
        <w:t>Üüripinna</w:t>
      </w:r>
      <w:r w:rsidR="00B530CC" w:rsidRPr="00CD15FF">
        <w:t xml:space="preserve"> üleandmise aktile. Üürnik on kohustatud esitama oma märkused seoses </w:t>
      </w:r>
      <w:r w:rsidR="00F06D0C">
        <w:t>Üüripin</w:t>
      </w:r>
      <w:r w:rsidR="00A85D0F">
        <w:t>na</w:t>
      </w:r>
      <w:r w:rsidR="00B530CC" w:rsidRPr="00CD15FF">
        <w:t xml:space="preserve"> puudustega üleandmise aktis; </w:t>
      </w:r>
    </w:p>
    <w:p w:rsidR="00B530CC" w:rsidRDefault="00106F38" w:rsidP="00EA7615">
      <w:pPr>
        <w:jc w:val="both"/>
      </w:pPr>
      <w:r>
        <w:t>3</w:t>
      </w:r>
      <w:r w:rsidR="00B530CC" w:rsidRPr="00CD15FF">
        <w:t>.2.2. tasuma igakuiselt Üüri ja teisi makseid Lepingus fikseeritud tingimustel;</w:t>
      </w:r>
    </w:p>
    <w:p w:rsidR="00B530CC" w:rsidRPr="00CD15FF" w:rsidRDefault="00106F38" w:rsidP="00EA7615">
      <w:pPr>
        <w:jc w:val="both"/>
      </w:pPr>
      <w:r>
        <w:t>3</w:t>
      </w:r>
      <w:r w:rsidR="00B530CC" w:rsidRPr="00CD15FF">
        <w:t>.2.</w:t>
      </w:r>
      <w:r w:rsidR="00D00A66">
        <w:t>3</w:t>
      </w:r>
      <w:r w:rsidR="00B530CC" w:rsidRPr="00CD15FF">
        <w:t xml:space="preserve"> kasutama </w:t>
      </w:r>
      <w:r w:rsidR="001B3FA7">
        <w:t>Üüripind</w:t>
      </w:r>
      <w:r w:rsidR="00A8435E">
        <w:t>a</w:t>
      </w:r>
      <w:r w:rsidR="00B530CC" w:rsidRPr="00CD15FF">
        <w:t xml:space="preserve"> vastavalt Lepingus ettenähtud sihtotstarbele;</w:t>
      </w:r>
    </w:p>
    <w:p w:rsidR="00B530CC" w:rsidRPr="00CD15FF" w:rsidRDefault="00106F38" w:rsidP="00EA7615">
      <w:pPr>
        <w:jc w:val="both"/>
      </w:pPr>
      <w:r>
        <w:t>3</w:t>
      </w:r>
      <w:r w:rsidR="00B530CC" w:rsidRPr="00CD15FF">
        <w:t>.2.</w:t>
      </w:r>
      <w:r w:rsidR="00D00A66">
        <w:t>4</w:t>
      </w:r>
      <w:r w:rsidR="00B530CC" w:rsidRPr="00CD15FF">
        <w:t xml:space="preserve">. andma </w:t>
      </w:r>
      <w:r w:rsidR="001B3FA7">
        <w:t>Üüripind</w:t>
      </w:r>
      <w:r w:rsidR="00A44679">
        <w:t>a</w:t>
      </w:r>
      <w:r w:rsidR="00B530CC" w:rsidRPr="00CD15FF">
        <w:t xml:space="preserve"> allkasutusse üksnes Üürileandja eelneval kirjalikul nõusolekul;</w:t>
      </w:r>
    </w:p>
    <w:p w:rsidR="00B530CC" w:rsidRDefault="00106F38" w:rsidP="00EA7615">
      <w:pPr>
        <w:jc w:val="both"/>
      </w:pPr>
      <w:r>
        <w:t>3</w:t>
      </w:r>
      <w:r w:rsidR="00B530CC" w:rsidRPr="00CD15FF">
        <w:t>.2.</w:t>
      </w:r>
      <w:r w:rsidR="00D00A66">
        <w:t>5</w:t>
      </w:r>
      <w:r w:rsidR="00B530CC" w:rsidRPr="00CD15FF">
        <w:t xml:space="preserve">. kooskõlastama kõik </w:t>
      </w:r>
      <w:r w:rsidR="00A8435E">
        <w:t>Üüripinnal</w:t>
      </w:r>
      <w:r w:rsidR="00B530CC" w:rsidRPr="00CD15FF">
        <w:t xml:space="preserve"> tehtavad muudatused </w:t>
      </w:r>
      <w:r w:rsidR="004539C8">
        <w:t xml:space="preserve">ja </w:t>
      </w:r>
      <w:r w:rsidR="00B530CC" w:rsidRPr="00CD15FF">
        <w:t>parendused</w:t>
      </w:r>
      <w:r w:rsidR="004539C8">
        <w:t xml:space="preserve"> ja nende maksu</w:t>
      </w:r>
      <w:r w:rsidR="002F46D4">
        <w:softHyphen/>
      </w:r>
      <w:r w:rsidR="004539C8">
        <w:t>mused</w:t>
      </w:r>
      <w:r w:rsidR="00B530CC" w:rsidRPr="00CD15FF">
        <w:t xml:space="preserve"> eelnevalt kirjalikult Üürileandjaga;</w:t>
      </w:r>
    </w:p>
    <w:p w:rsidR="009B1461" w:rsidRPr="00CD15FF" w:rsidRDefault="00106F38" w:rsidP="002F46D4">
      <w:pPr>
        <w:jc w:val="both"/>
      </w:pPr>
      <w:r>
        <w:t>3</w:t>
      </w:r>
      <w:r w:rsidR="009B1461">
        <w:t xml:space="preserve">.2.6. </w:t>
      </w:r>
      <w:r w:rsidR="002F46D4">
        <w:t>järgi</w:t>
      </w:r>
      <w:r w:rsidR="004539C8">
        <w:t>ma</w:t>
      </w:r>
      <w:r w:rsidR="009B1461" w:rsidRPr="009B1461">
        <w:t xml:space="preserve"> </w:t>
      </w:r>
      <w:r w:rsidR="002F46D4">
        <w:t xml:space="preserve">Lepingu lisaga 2 kokkulepitud kasutuskorda; </w:t>
      </w:r>
    </w:p>
    <w:p w:rsidR="00B530CC" w:rsidRPr="00CD15FF" w:rsidRDefault="00106F38" w:rsidP="00EA7615">
      <w:pPr>
        <w:jc w:val="both"/>
      </w:pPr>
      <w:r>
        <w:t>3</w:t>
      </w:r>
      <w:r w:rsidR="00B530CC" w:rsidRPr="00CD15FF">
        <w:t>.2.</w:t>
      </w:r>
      <w:r w:rsidR="002F46D4">
        <w:t>7</w:t>
      </w:r>
      <w:r w:rsidR="00B530CC" w:rsidRPr="00CD15FF">
        <w:t xml:space="preserve">. lubama Üürileandja esindajaid Üürniku tööajal takistamatult </w:t>
      </w:r>
      <w:r w:rsidR="00A8435E">
        <w:t>Üüripinnale</w:t>
      </w:r>
      <w:r w:rsidR="00B530CC" w:rsidRPr="00CD15FF">
        <w:t xml:space="preserve"> Lepingu tingimuste täitmise kontrollimiseks;</w:t>
      </w:r>
    </w:p>
    <w:p w:rsidR="00B530CC" w:rsidRDefault="00106F38" w:rsidP="00EA7615">
      <w:pPr>
        <w:jc w:val="both"/>
      </w:pPr>
      <w:r>
        <w:t>3</w:t>
      </w:r>
      <w:r w:rsidR="00B530CC" w:rsidRPr="00CD15FF">
        <w:t>.2.</w:t>
      </w:r>
      <w:r w:rsidR="002F46D4">
        <w:t>8</w:t>
      </w:r>
      <w:r w:rsidR="00B530CC" w:rsidRPr="00CD15FF">
        <w:t xml:space="preserve">. teatama Üürileandjale viivitamatult igast </w:t>
      </w:r>
      <w:r w:rsidR="00F06D0C">
        <w:t>Üüripin</w:t>
      </w:r>
      <w:r w:rsidR="00A8435E">
        <w:t>nal</w:t>
      </w:r>
      <w:r w:rsidR="00B530CC" w:rsidRPr="00CD15FF">
        <w:t xml:space="preserve"> toimunud avariist, tulekahjust jms, võttes koheselt tarvitusele abinõud edasiste kahjude ärahoidmiseks ja tagajärgede likvideerimiseks;</w:t>
      </w:r>
    </w:p>
    <w:p w:rsidR="00AD790F" w:rsidRPr="00CD15FF" w:rsidRDefault="00106F38" w:rsidP="00EA7615">
      <w:pPr>
        <w:jc w:val="both"/>
      </w:pPr>
      <w:r>
        <w:t>3</w:t>
      </w:r>
      <w:r w:rsidR="00AD790F">
        <w:t>.2.</w:t>
      </w:r>
      <w:r w:rsidR="002F46D4">
        <w:t>9</w:t>
      </w:r>
      <w:r w:rsidR="00DA7F54">
        <w:t>.</w:t>
      </w:r>
      <w:r w:rsidR="00AD790F">
        <w:t xml:space="preserve">  tagama </w:t>
      </w:r>
      <w:r w:rsidR="00A8435E">
        <w:t>Üüripinna</w:t>
      </w:r>
      <w:r w:rsidR="00AD790F">
        <w:t xml:space="preserve"> säilimine, ohutus, korrashoid ja heaperemehelik kasutamine;</w:t>
      </w:r>
    </w:p>
    <w:p w:rsidR="00B530CC" w:rsidRDefault="00106F38" w:rsidP="00EA7615">
      <w:pPr>
        <w:jc w:val="both"/>
      </w:pPr>
      <w:r>
        <w:t>3</w:t>
      </w:r>
      <w:r w:rsidR="00B530CC" w:rsidRPr="00CD15FF">
        <w:t>.2.</w:t>
      </w:r>
      <w:r w:rsidR="00DA7F54">
        <w:t>1</w:t>
      </w:r>
      <w:r w:rsidR="002F46D4">
        <w:t>0</w:t>
      </w:r>
      <w:r w:rsidR="00B530CC" w:rsidRPr="00CD15FF">
        <w:t xml:space="preserve">. </w:t>
      </w:r>
      <w:r w:rsidR="00AD790F">
        <w:t xml:space="preserve">täitma  </w:t>
      </w:r>
      <w:r w:rsidR="00A8435E">
        <w:t>Üüripinna</w:t>
      </w:r>
      <w:r w:rsidR="00AD790F">
        <w:t xml:space="preserve"> kasutamisel kõiki ohutustehnika-, tuleohutus- ja keskkonnanõudeid, vältides oma tegevusega kõiki kahjulikke keskkonnamõjusid ja kahjulikke mõjusid üürileandja varale, inimes</w:t>
      </w:r>
      <w:r w:rsidR="004539C8">
        <w:t>t</w:t>
      </w:r>
      <w:r w:rsidR="00AD790F">
        <w:t>e tervisele ning likvideeri</w:t>
      </w:r>
      <w:r w:rsidR="00066DDB">
        <w:t>ma ja hüvitam</w:t>
      </w:r>
      <w:r w:rsidR="00AD790F">
        <w:t>a koheselt tekkinud keskkonna-, varaline- või muu</w:t>
      </w:r>
      <w:r w:rsidR="00EC5DFD">
        <w:t xml:space="preserve"> kahju</w:t>
      </w:r>
      <w:r w:rsidR="00B530CC" w:rsidRPr="00CD15FF">
        <w:t xml:space="preserve">; </w:t>
      </w:r>
    </w:p>
    <w:p w:rsidR="00F211AC" w:rsidRDefault="00106F38" w:rsidP="00EA7615">
      <w:pPr>
        <w:jc w:val="both"/>
      </w:pPr>
      <w:r>
        <w:t>3</w:t>
      </w:r>
      <w:r w:rsidR="00F211AC">
        <w:t>.2.</w:t>
      </w:r>
      <w:r w:rsidR="00DA7F54">
        <w:t>1</w:t>
      </w:r>
      <w:r w:rsidR="002F46D4">
        <w:t>1</w:t>
      </w:r>
      <w:r w:rsidR="00F211AC">
        <w:t>.</w:t>
      </w:r>
      <w:r w:rsidR="00EC5DFD">
        <w:t xml:space="preserve"> </w:t>
      </w:r>
      <w:r w:rsidR="00F211AC">
        <w:t xml:space="preserve">tagastama </w:t>
      </w:r>
      <w:r w:rsidR="00A8435E">
        <w:t>Üüripinna</w:t>
      </w:r>
      <w:r w:rsidR="00F211AC">
        <w:t xml:space="preserve"> lepingu lõppedes seisundis, mis vastab </w:t>
      </w:r>
      <w:r w:rsidR="00A8435E">
        <w:t>Üüripinna</w:t>
      </w:r>
      <w:r w:rsidR="00F211AC">
        <w:t xml:space="preserve"> lepingukohasele kasutamisele, kirjaliku vara üleandmise akti alusel;</w:t>
      </w:r>
    </w:p>
    <w:p w:rsidR="00F211AC" w:rsidRPr="00CD15FF" w:rsidRDefault="00106F38" w:rsidP="00EA7615">
      <w:pPr>
        <w:jc w:val="both"/>
      </w:pPr>
      <w:r>
        <w:t>3</w:t>
      </w:r>
      <w:r w:rsidR="00F211AC">
        <w:t>.2.</w:t>
      </w:r>
      <w:r w:rsidR="002F46D4">
        <w:t>12</w:t>
      </w:r>
      <w:r w:rsidR="00F211AC">
        <w:t xml:space="preserve">. hoidma </w:t>
      </w:r>
      <w:r w:rsidR="009826F5">
        <w:t>Ü</w:t>
      </w:r>
      <w:r w:rsidR="00F211AC">
        <w:t xml:space="preserve">ürileandja vara heas korras, tegema selleks vajalikku hooldusremonti. </w:t>
      </w:r>
      <w:r w:rsidR="00A8435E">
        <w:t>Üüripinna</w:t>
      </w:r>
      <w:r w:rsidR="00F211AC">
        <w:t xml:space="preserve"> hävimisel või  kasutuskõlbmatuks muutumisel  </w:t>
      </w:r>
      <w:r>
        <w:t>tema süül on Ü</w:t>
      </w:r>
      <w:r w:rsidR="00F211AC">
        <w:t>ürnikul kohustus korraldada nende taastamine või asendamine või hüvitamine;</w:t>
      </w:r>
    </w:p>
    <w:p w:rsidR="00B530CC" w:rsidRDefault="00106F38" w:rsidP="00EA7615">
      <w:pPr>
        <w:jc w:val="both"/>
      </w:pPr>
      <w:r>
        <w:t>3</w:t>
      </w:r>
      <w:r w:rsidR="00B530CC" w:rsidRPr="00CD15FF">
        <w:t>.2.</w:t>
      </w:r>
      <w:r w:rsidR="002F46D4">
        <w:t>13</w:t>
      </w:r>
      <w:r w:rsidR="00B530CC" w:rsidRPr="00CD15FF">
        <w:t xml:space="preserve">. esitama pretensioonid, mida tal on õigus Lepingu kohaselt Üürileandjale esitada, 5 (viie) tööpäeva jooksul arvates päevast, mil ta sai teada või pidi saama teada sündmustest või asjaoludest, mis annavad aluse pretensiooni esitamiseks. </w:t>
      </w:r>
    </w:p>
    <w:p w:rsidR="00A44679" w:rsidRDefault="00A44679" w:rsidP="00EA7615">
      <w:pPr>
        <w:jc w:val="both"/>
        <w:rPr>
          <w:b/>
          <w:bCs/>
        </w:rPr>
      </w:pPr>
    </w:p>
    <w:p w:rsidR="00B530CC" w:rsidRPr="00CD15FF" w:rsidRDefault="00106F38" w:rsidP="00EA7615">
      <w:pPr>
        <w:jc w:val="both"/>
        <w:rPr>
          <w:b/>
          <w:bCs/>
        </w:rPr>
      </w:pPr>
      <w:r>
        <w:rPr>
          <w:b/>
          <w:bCs/>
        </w:rPr>
        <w:lastRenderedPageBreak/>
        <w:t>4</w:t>
      </w:r>
      <w:r w:rsidR="00B530CC" w:rsidRPr="00CD15FF">
        <w:rPr>
          <w:b/>
          <w:bCs/>
        </w:rPr>
        <w:t xml:space="preserve">. Lepingu muutmine </w:t>
      </w:r>
    </w:p>
    <w:p w:rsidR="00B530CC" w:rsidRPr="00CD15FF" w:rsidRDefault="00106F38" w:rsidP="00EA7615">
      <w:pPr>
        <w:jc w:val="both"/>
      </w:pPr>
      <w:r>
        <w:t>4</w:t>
      </w:r>
      <w:r w:rsidR="00B530CC" w:rsidRPr="00CD15FF">
        <w:t>.1. Lepingu tingimusi võib muuta Poolte kokkuleppel, välja arvatud juhul, kui Lepingu tingimuste muutmine on tingitud Eesti Vabariigi õigusaktidest.</w:t>
      </w:r>
    </w:p>
    <w:p w:rsidR="00B530CC" w:rsidRPr="00CD15FF" w:rsidRDefault="00106F38" w:rsidP="00EA7615">
      <w:pPr>
        <w:jc w:val="both"/>
      </w:pPr>
      <w:r>
        <w:t>4</w:t>
      </w:r>
      <w:r w:rsidR="00B530CC" w:rsidRPr="00CD15FF">
        <w:t>.2. Ühe Poole esitatud kirjaliku taotluse Lepingu tingimuste muutmiseks vaatab teine Pool läbi kümne (10) kalendripäeva jooksul arvates taotluse saamise päevast. Keeldumise korral teatatakse sellest teisele Poolele koos vastavasisulise põhjendusega viie (5) kalendripäeva jooksul.</w:t>
      </w:r>
    </w:p>
    <w:p w:rsidR="00B530CC" w:rsidRDefault="00B530CC" w:rsidP="00EA7615">
      <w:pPr>
        <w:jc w:val="both"/>
        <w:rPr>
          <w:b/>
          <w:bCs/>
        </w:rPr>
      </w:pPr>
    </w:p>
    <w:p w:rsidR="00B530CC" w:rsidRPr="00CD15FF" w:rsidRDefault="00106F38" w:rsidP="00EA7615">
      <w:pPr>
        <w:jc w:val="both"/>
        <w:rPr>
          <w:b/>
          <w:bCs/>
        </w:rPr>
      </w:pPr>
      <w:r>
        <w:rPr>
          <w:b/>
          <w:bCs/>
        </w:rPr>
        <w:t>5</w:t>
      </w:r>
      <w:r w:rsidR="00B530CC" w:rsidRPr="00CD15FF">
        <w:rPr>
          <w:b/>
          <w:bCs/>
        </w:rPr>
        <w:t xml:space="preserve">. Lepingu lõppemine </w:t>
      </w:r>
    </w:p>
    <w:p w:rsidR="00B530CC" w:rsidRPr="00CD15FF" w:rsidRDefault="00106F38" w:rsidP="00EA7615">
      <w:pPr>
        <w:jc w:val="both"/>
      </w:pPr>
      <w:r>
        <w:t>5</w:t>
      </w:r>
      <w:r w:rsidR="004539C8">
        <w:t xml:space="preserve">.1. Leping </w:t>
      </w:r>
      <w:r w:rsidR="000610F1">
        <w:t>on sõlmitud tähtaja</w:t>
      </w:r>
      <w:r w:rsidR="00711F2C">
        <w:t xml:space="preserve">tuna, hakkab kehtima </w:t>
      </w:r>
      <w:r w:rsidR="00603312">
        <w:t>15</w:t>
      </w:r>
      <w:r w:rsidR="000610F1">
        <w:t>.</w:t>
      </w:r>
      <w:r w:rsidR="00603312">
        <w:t>02</w:t>
      </w:r>
      <w:r w:rsidR="00711F2C">
        <w:t>.20</w:t>
      </w:r>
      <w:r w:rsidR="00603312">
        <w:t>20</w:t>
      </w:r>
      <w:r w:rsidR="000610F1">
        <w:t xml:space="preserve"> ja  </w:t>
      </w:r>
      <w:r w:rsidR="004539C8">
        <w:t xml:space="preserve">lõpeb </w:t>
      </w:r>
      <w:r w:rsidR="00711F2C">
        <w:t xml:space="preserve">Poole </w:t>
      </w:r>
      <w:r>
        <w:t xml:space="preserve">poolt </w:t>
      </w:r>
      <w:r w:rsidR="00711F2C">
        <w:t>korralise üles</w:t>
      </w:r>
      <w:r w:rsidR="00711F2C">
        <w:softHyphen/>
        <w:t>ütle</w:t>
      </w:r>
      <w:r w:rsidR="00711F2C">
        <w:softHyphen/>
        <w:t xml:space="preserve">misega kolm </w:t>
      </w:r>
      <w:r>
        <w:t xml:space="preserve">(3) </w:t>
      </w:r>
      <w:r w:rsidR="00711F2C">
        <w:t>kuud enne soovitud tähtpäeva</w:t>
      </w:r>
      <w:r w:rsidR="004539C8">
        <w:t xml:space="preserve"> või </w:t>
      </w:r>
      <w:r w:rsidR="00A44679">
        <w:t>Üüripinna</w:t>
      </w:r>
      <w:r w:rsidR="00B530CC" w:rsidRPr="00CD15FF">
        <w:t xml:space="preserve"> hävimisel või kasutamis</w:t>
      </w:r>
      <w:r w:rsidR="00711F2C">
        <w:softHyphen/>
      </w:r>
      <w:r w:rsidR="00B530CC" w:rsidRPr="00CD15FF">
        <w:t>kõlbmatuks muutumisel</w:t>
      </w:r>
      <w:r>
        <w:t xml:space="preserve"> või muudel Lepinguga sätestatud alustel</w:t>
      </w:r>
      <w:r w:rsidR="00B0573C">
        <w:t>.</w:t>
      </w:r>
      <w:r w:rsidR="00B530CC" w:rsidRPr="00CD15FF">
        <w:t xml:space="preserve"> </w:t>
      </w:r>
    </w:p>
    <w:p w:rsidR="00C92A35" w:rsidRDefault="00106F38" w:rsidP="00EA7615">
      <w:pPr>
        <w:jc w:val="both"/>
      </w:pPr>
      <w:r>
        <w:t>5</w:t>
      </w:r>
      <w:r w:rsidR="00B530CC" w:rsidRPr="00CD15FF">
        <w:t>.2. Ü</w:t>
      </w:r>
      <w:r w:rsidR="00B0573C">
        <w:t>ürileandjal on õigus Leping erakorralise</w:t>
      </w:r>
      <w:r>
        <w:t>lt</w:t>
      </w:r>
      <w:r w:rsidR="00B530CC" w:rsidRPr="00CD15FF">
        <w:t xml:space="preserve"> </w:t>
      </w:r>
      <w:r w:rsidR="00C92A35">
        <w:t>kirjaliku avaldusega üles öelda</w:t>
      </w:r>
      <w:r w:rsidR="00FC5075">
        <w:t xml:space="preserve">, </w:t>
      </w:r>
      <w:r w:rsidR="00C92A35">
        <w:t>kui:</w:t>
      </w:r>
      <w:r w:rsidR="00B530CC" w:rsidRPr="00CD15FF">
        <w:t xml:space="preserve"> </w:t>
      </w:r>
    </w:p>
    <w:p w:rsidR="00B530CC" w:rsidRPr="00CD15FF" w:rsidRDefault="00106F38" w:rsidP="00EA7615">
      <w:pPr>
        <w:jc w:val="both"/>
      </w:pPr>
      <w:r>
        <w:t>5</w:t>
      </w:r>
      <w:r w:rsidR="00B0573C">
        <w:t>.2.1</w:t>
      </w:r>
      <w:r w:rsidR="00B530CC" w:rsidRPr="00CD15FF">
        <w:t xml:space="preserve">. Üürnik kasutab </w:t>
      </w:r>
      <w:r w:rsidR="001B3FA7">
        <w:t>Üüripind</w:t>
      </w:r>
      <w:r w:rsidR="009826F5">
        <w:t>a</w:t>
      </w:r>
      <w:r w:rsidR="00B530CC" w:rsidRPr="00CD15FF">
        <w:t xml:space="preserve"> vastuolus Lepingus ettenähtud sihtotstarbega; </w:t>
      </w:r>
    </w:p>
    <w:p w:rsidR="00B530CC" w:rsidRPr="00CD15FF" w:rsidRDefault="00106F38" w:rsidP="00EA7615">
      <w:pPr>
        <w:jc w:val="both"/>
      </w:pPr>
      <w:r>
        <w:t>5</w:t>
      </w:r>
      <w:r w:rsidR="00B0573C">
        <w:t>.2.2</w:t>
      </w:r>
      <w:r w:rsidR="00B530CC" w:rsidRPr="00CD15FF">
        <w:t xml:space="preserve">. Üürniku tegevus halvendab </w:t>
      </w:r>
      <w:r w:rsidR="00A44679">
        <w:t>Üüripinna</w:t>
      </w:r>
      <w:r w:rsidR="00B530CC" w:rsidRPr="00CD15FF">
        <w:t xml:space="preserve"> seisundit;</w:t>
      </w:r>
    </w:p>
    <w:p w:rsidR="00B530CC" w:rsidRPr="00CD15FF" w:rsidRDefault="00106F38" w:rsidP="00EA7615">
      <w:pPr>
        <w:jc w:val="both"/>
      </w:pPr>
      <w:r>
        <w:t>5</w:t>
      </w:r>
      <w:r w:rsidR="00B0573C">
        <w:t>.2.3</w:t>
      </w:r>
      <w:r w:rsidR="00B530CC" w:rsidRPr="00CD15FF">
        <w:t>. Üürnik ei ole täies ulatuses tasunud Üüri või võlgnevusele lisan</w:t>
      </w:r>
      <w:r w:rsidR="00FC5075">
        <w:t xml:space="preserve">duvat viivist </w:t>
      </w:r>
      <w:r w:rsidR="00711F2C">
        <w:t>ka</w:t>
      </w:r>
      <w:r w:rsidR="00FC5075">
        <w:t>he</w:t>
      </w:r>
      <w:r w:rsidR="00B530CC" w:rsidRPr="00CD15FF">
        <w:t xml:space="preserve"> (</w:t>
      </w:r>
      <w:r w:rsidR="00711F2C">
        <w:t>2</w:t>
      </w:r>
      <w:r w:rsidR="00B530CC" w:rsidRPr="00CD15FF">
        <w:t>) kuu jooksul tasumise tähtaja möödumise päevast arvates;</w:t>
      </w:r>
    </w:p>
    <w:p w:rsidR="00B530CC" w:rsidRPr="00CD15FF" w:rsidRDefault="00106F38" w:rsidP="00EA7615">
      <w:pPr>
        <w:jc w:val="both"/>
      </w:pPr>
      <w:r>
        <w:t>5</w:t>
      </w:r>
      <w:r w:rsidR="00711F2C">
        <w:t>.2.4</w:t>
      </w:r>
      <w:r w:rsidR="00B530CC" w:rsidRPr="00CD15FF">
        <w:t xml:space="preserve">. Üürnik teeb </w:t>
      </w:r>
      <w:r w:rsidR="00A44679">
        <w:t>Üüripinnal</w:t>
      </w:r>
      <w:r w:rsidR="00B530CC" w:rsidRPr="00CD15FF">
        <w:t xml:space="preserve"> parendusi või muudatusi ilma Üürileandja eelneva kirjaliku nõusolekuta;</w:t>
      </w:r>
    </w:p>
    <w:p w:rsidR="00B530CC" w:rsidRPr="00CD15FF" w:rsidRDefault="00106F38" w:rsidP="00EA7615">
      <w:pPr>
        <w:jc w:val="both"/>
      </w:pPr>
      <w:r>
        <w:t>5</w:t>
      </w:r>
      <w:r w:rsidR="00711F2C">
        <w:t>.2.5</w:t>
      </w:r>
      <w:r w:rsidR="00B530CC" w:rsidRPr="00CD15FF">
        <w:t xml:space="preserve">. Üürnik on andnud </w:t>
      </w:r>
      <w:r w:rsidR="001B3FA7">
        <w:t>Üüripin</w:t>
      </w:r>
      <w:r w:rsidR="00A44679">
        <w:t>na</w:t>
      </w:r>
      <w:r w:rsidR="00B530CC" w:rsidRPr="00CD15FF">
        <w:t xml:space="preserve"> ilma Üürileandja eelneva kir</w:t>
      </w:r>
      <w:r w:rsidR="00711F2C">
        <w:t>jaliku nõusolekuta allka</w:t>
      </w:r>
      <w:r>
        <w:softHyphen/>
      </w:r>
      <w:r w:rsidR="00711F2C">
        <w:t>su</w:t>
      </w:r>
      <w:r>
        <w:softHyphen/>
      </w:r>
      <w:r w:rsidR="00711F2C">
        <w:t>tusse.</w:t>
      </w:r>
    </w:p>
    <w:p w:rsidR="00B530CC" w:rsidRDefault="00B530CC" w:rsidP="00EA7615">
      <w:pPr>
        <w:jc w:val="both"/>
        <w:rPr>
          <w:b/>
          <w:bCs/>
        </w:rPr>
      </w:pPr>
    </w:p>
    <w:p w:rsidR="00B530CC" w:rsidRPr="00CD15FF" w:rsidRDefault="00106F38" w:rsidP="00EA7615">
      <w:pPr>
        <w:jc w:val="both"/>
        <w:rPr>
          <w:b/>
          <w:bCs/>
        </w:rPr>
      </w:pPr>
      <w:r>
        <w:rPr>
          <w:b/>
          <w:bCs/>
        </w:rPr>
        <w:t>6</w:t>
      </w:r>
      <w:r w:rsidR="00B530CC" w:rsidRPr="00CD15FF">
        <w:rPr>
          <w:b/>
          <w:bCs/>
        </w:rPr>
        <w:t xml:space="preserve">. </w:t>
      </w:r>
      <w:r w:rsidR="00CF75DA">
        <w:rPr>
          <w:b/>
          <w:bCs/>
        </w:rPr>
        <w:t>Üüripinna</w:t>
      </w:r>
      <w:r w:rsidR="00B530CC" w:rsidRPr="00CD15FF">
        <w:rPr>
          <w:b/>
          <w:bCs/>
        </w:rPr>
        <w:t xml:space="preserve"> üleandmine Lepingu lõppemisel </w:t>
      </w:r>
    </w:p>
    <w:p w:rsidR="00B530CC" w:rsidRPr="00CD15FF" w:rsidRDefault="00106F38" w:rsidP="00EA7615">
      <w:pPr>
        <w:jc w:val="both"/>
      </w:pPr>
      <w:r>
        <w:t>6</w:t>
      </w:r>
      <w:r w:rsidR="00B530CC" w:rsidRPr="00CD15FF">
        <w:t xml:space="preserve">.1. Üürnik on kohustatud Lepingu viimasel kehtivuspäeval </w:t>
      </w:r>
      <w:r w:rsidR="001B3FA7">
        <w:t>Üüripi</w:t>
      </w:r>
      <w:r w:rsidR="00A44679">
        <w:t>nna</w:t>
      </w:r>
      <w:r>
        <w:t>, talle üle antud muu vara</w:t>
      </w:r>
      <w:r w:rsidR="00B530CC" w:rsidRPr="00CD15FF">
        <w:t xml:space="preserve"> ja kõik selle võtmed Üürileandjale üle andma. </w:t>
      </w:r>
      <w:r w:rsidR="00F06D0C">
        <w:t>Üüripin</w:t>
      </w:r>
      <w:r w:rsidR="00A44679">
        <w:t>na</w:t>
      </w:r>
      <w:r w:rsidR="00B530CC" w:rsidRPr="00CD15FF">
        <w:t xml:space="preserve"> vastuvõtmise kohta koostatakse kohapeal va</w:t>
      </w:r>
      <w:r w:rsidR="006C0FFB">
        <w:t>stav akt, mis on Lepingu Lisaks</w:t>
      </w:r>
      <w:r w:rsidR="00B530CC" w:rsidRPr="00CD15FF">
        <w:t xml:space="preserve">. </w:t>
      </w:r>
      <w:r w:rsidR="001B3FA7">
        <w:t>Üüripind</w:t>
      </w:r>
      <w:r w:rsidR="00B530CC" w:rsidRPr="00CD15FF">
        <w:t xml:space="preserve"> peab Üürileandjale üleandmisel olema vabastatud Üürniku varast. </w:t>
      </w:r>
    </w:p>
    <w:p w:rsidR="00B530CC" w:rsidRPr="00CD15FF" w:rsidRDefault="00106F38" w:rsidP="00EA7615">
      <w:pPr>
        <w:jc w:val="both"/>
      </w:pPr>
      <w:r>
        <w:t>6</w:t>
      </w:r>
      <w:r w:rsidR="00B530CC" w:rsidRPr="00CD15FF">
        <w:t xml:space="preserve">.2. </w:t>
      </w:r>
      <w:r w:rsidR="001B3FA7">
        <w:t>Üüripind</w:t>
      </w:r>
      <w:r w:rsidR="00B530CC" w:rsidRPr="00CD15FF">
        <w:t xml:space="preserve"> </w:t>
      </w:r>
      <w:r w:rsidR="00A44679">
        <w:t>peab</w:t>
      </w:r>
      <w:r w:rsidR="00B530CC" w:rsidRPr="00CD15FF">
        <w:t xml:space="preserve"> olema Üürileandjale üleandmisel Lepingujärgsele kasutamisele vastavas seisundis. </w:t>
      </w:r>
    </w:p>
    <w:p w:rsidR="00B530CC" w:rsidRDefault="00B530CC" w:rsidP="00EA7615">
      <w:pPr>
        <w:jc w:val="both"/>
        <w:rPr>
          <w:b/>
          <w:bCs/>
        </w:rPr>
      </w:pPr>
    </w:p>
    <w:p w:rsidR="00B530CC" w:rsidRPr="00CD15FF" w:rsidRDefault="00F325E3" w:rsidP="00EA7615">
      <w:pPr>
        <w:jc w:val="both"/>
        <w:rPr>
          <w:b/>
          <w:bCs/>
        </w:rPr>
      </w:pPr>
      <w:r>
        <w:rPr>
          <w:b/>
          <w:bCs/>
        </w:rPr>
        <w:t>7</w:t>
      </w:r>
      <w:r w:rsidR="00B530CC" w:rsidRPr="00CD15FF">
        <w:rPr>
          <w:b/>
          <w:bCs/>
        </w:rPr>
        <w:t>. Poolte vastutus</w:t>
      </w:r>
    </w:p>
    <w:p w:rsidR="00B530CC" w:rsidRPr="00CD15FF" w:rsidRDefault="00F325E3" w:rsidP="00EA7615">
      <w:pPr>
        <w:jc w:val="both"/>
      </w:pPr>
      <w:r>
        <w:t>7</w:t>
      </w:r>
      <w:r w:rsidR="00B530CC" w:rsidRPr="00CD15FF">
        <w:t>.1. Kui Pool ei tasu Lepingust tulenevaid makseid ettenähtud maksetähtajaks, kohustub ta maksma teisele Poolele viivi</w:t>
      </w:r>
      <w:r w:rsidR="00B530CC">
        <w:t xml:space="preserve">st </w:t>
      </w:r>
      <w:r w:rsidR="00363F11">
        <w:t>0,2</w:t>
      </w:r>
      <w:r w:rsidR="00B530CC">
        <w:t xml:space="preserve"> (</w:t>
      </w:r>
      <w:r w:rsidR="00363F11">
        <w:t>null koma kaks</w:t>
      </w:r>
      <w:r w:rsidR="00CF75DA">
        <w:t>)</w:t>
      </w:r>
      <w:r w:rsidR="00B530CC">
        <w:t xml:space="preserve"> </w:t>
      </w:r>
      <w:r w:rsidR="00B530CC" w:rsidRPr="00CD15FF">
        <w:t>% õigeaegselt tasumata summast iga viivitatud päeva eest. Vastava nõude esitab viivist nõudev Pool kirjalikult.</w:t>
      </w:r>
    </w:p>
    <w:p w:rsidR="00B530CC" w:rsidRPr="00CD15FF" w:rsidRDefault="00F325E3" w:rsidP="00EA7615">
      <w:pPr>
        <w:jc w:val="both"/>
      </w:pPr>
      <w:r>
        <w:t>7</w:t>
      </w:r>
      <w:r w:rsidR="00B530CC" w:rsidRPr="00CD15FF">
        <w:t xml:space="preserve">.2. </w:t>
      </w:r>
      <w:r w:rsidR="00F06D0C">
        <w:t>Üüripin</w:t>
      </w:r>
      <w:r w:rsidR="00FA106D">
        <w:t>na</w:t>
      </w:r>
      <w:r w:rsidR="00B530CC" w:rsidRPr="00CD15FF">
        <w:t xml:space="preserve"> vabastamisega viivitamisel Lepingu lõppemisel on Üürnik kohustatud tasuma lisaks Üürile leppetrahvi 10 (kümme) % ühe kuu Üüri summast iga vabastamisega viivitatud päeva eest. </w:t>
      </w:r>
    </w:p>
    <w:p w:rsidR="00B530CC" w:rsidRPr="00CD15FF" w:rsidRDefault="00F325E3" w:rsidP="00EA7615">
      <w:pPr>
        <w:jc w:val="both"/>
      </w:pPr>
      <w:r>
        <w:t>7</w:t>
      </w:r>
      <w:r w:rsidR="00B530CC" w:rsidRPr="00CD15FF">
        <w:t>.</w:t>
      </w:r>
      <w:r w:rsidR="00711F2C">
        <w:t>3</w:t>
      </w:r>
      <w:r w:rsidR="00B530CC" w:rsidRPr="00CD15FF">
        <w:t xml:space="preserve">. Juhul, kui </w:t>
      </w:r>
      <w:r w:rsidR="001B3FA7">
        <w:t>Üüripind</w:t>
      </w:r>
      <w:r w:rsidR="00B530CC" w:rsidRPr="00CD15FF">
        <w:t xml:space="preserve"> ei ole Lepingu punktis 7.2. fikseeritud seisundis, on Üürileandjal õigus nõuda Üürnikult leppetrahvi tasumist </w:t>
      </w:r>
      <w:r w:rsidR="00711F2C">
        <w:t>2</w:t>
      </w:r>
      <w:r w:rsidR="00B530CC">
        <w:t xml:space="preserve"> </w:t>
      </w:r>
      <w:r w:rsidR="00B530CC" w:rsidRPr="00CD15FF">
        <w:t>(</w:t>
      </w:r>
      <w:r w:rsidR="00363F11">
        <w:t>k</w:t>
      </w:r>
      <w:r w:rsidR="00711F2C">
        <w:t>ah</w:t>
      </w:r>
      <w:r w:rsidR="00363F11">
        <w:t>e</w:t>
      </w:r>
      <w:r w:rsidR="00B530CC" w:rsidRPr="00CD15FF">
        <w:t xml:space="preserve">) kuu Üüri summa ulatuses ja tekitatud kahju täielikku hüvitamist. </w:t>
      </w:r>
    </w:p>
    <w:p w:rsidR="00B530CC" w:rsidRPr="00CD15FF" w:rsidRDefault="00F325E3" w:rsidP="00EA7615">
      <w:pPr>
        <w:jc w:val="both"/>
      </w:pPr>
      <w:r>
        <w:t>7</w:t>
      </w:r>
      <w:r w:rsidR="00B530CC" w:rsidRPr="00CD15FF">
        <w:t>.</w:t>
      </w:r>
      <w:r w:rsidR="00711F2C">
        <w:t>4</w:t>
      </w:r>
      <w:r w:rsidR="00B530CC" w:rsidRPr="00CD15FF">
        <w:t xml:space="preserve">. Poolel on õigus esitada Lepingus nimetatud juhtudel teisele Poolele leppetrahvi nõue 3 (kolme) kuu jooksul arvates päevast, mil tal leppetrahvi nõude õigus tekkis.  </w:t>
      </w:r>
    </w:p>
    <w:p w:rsidR="00B530CC" w:rsidRDefault="00B530CC" w:rsidP="00EA7615">
      <w:pPr>
        <w:jc w:val="both"/>
        <w:rPr>
          <w:b/>
          <w:bCs/>
        </w:rPr>
      </w:pPr>
    </w:p>
    <w:p w:rsidR="00B530CC" w:rsidRPr="00CD15FF" w:rsidRDefault="00F325E3" w:rsidP="00EA7615">
      <w:pPr>
        <w:jc w:val="both"/>
        <w:rPr>
          <w:b/>
          <w:bCs/>
        </w:rPr>
      </w:pPr>
      <w:r>
        <w:rPr>
          <w:b/>
          <w:bCs/>
        </w:rPr>
        <w:t>8</w:t>
      </w:r>
      <w:r w:rsidR="00B530CC" w:rsidRPr="00CD15FF">
        <w:rPr>
          <w:b/>
          <w:bCs/>
        </w:rPr>
        <w:t>. Teadete edastamine</w:t>
      </w:r>
    </w:p>
    <w:p w:rsidR="00B530CC" w:rsidRPr="00CD15FF" w:rsidRDefault="00F325E3" w:rsidP="00EA7615">
      <w:pPr>
        <w:jc w:val="both"/>
      </w:pPr>
      <w:r>
        <w:t>8</w:t>
      </w:r>
      <w:r w:rsidR="00B530CC" w:rsidRPr="00CD15FF">
        <w:t>.1. Üks Pool edastab Lepinguga seotud teated lähtuvalt teise Poole Lepingus märgitud kon</w:t>
      </w:r>
      <w:r>
        <w:softHyphen/>
      </w:r>
      <w:r w:rsidR="00B530CC" w:rsidRPr="00CD15FF">
        <w:t>taktandmetest. Vastavate kontaktandmete muutusest on Pool kohustatud koheselt informeerima teist Lepingu</w:t>
      </w:r>
      <w:r>
        <w:t xml:space="preserve"> P</w:t>
      </w:r>
      <w:r w:rsidR="00B530CC" w:rsidRPr="00CD15FF">
        <w:t xml:space="preserve">oolt. </w:t>
      </w:r>
    </w:p>
    <w:p w:rsidR="00B530CC" w:rsidRPr="00CD15FF" w:rsidRDefault="00F325E3" w:rsidP="00EA7615">
      <w:pPr>
        <w:jc w:val="both"/>
      </w:pPr>
      <w:r>
        <w:t>8</w:t>
      </w:r>
      <w:r w:rsidR="00B530CC" w:rsidRPr="00CD15FF">
        <w:t xml:space="preserve">.2. </w:t>
      </w:r>
      <w:r w:rsidR="007F3395" w:rsidRPr="00CD15FF">
        <w:t xml:space="preserve">Teadete edastamine toimub telefoni, </w:t>
      </w:r>
      <w:r w:rsidR="007F3395">
        <w:t>e-posti teel, va juhtudel, kui l</w:t>
      </w:r>
      <w:r w:rsidR="007F3395" w:rsidRPr="00CD15FF">
        <w:t>epingus on ette nähtud teate kirjalik vorm. Kirjal</w:t>
      </w:r>
      <w:r w:rsidR="007F3395">
        <w:t>ikud teated saadetakse teisele p</w:t>
      </w:r>
      <w:r w:rsidR="007F3395" w:rsidRPr="00CD15FF">
        <w:t xml:space="preserve">oolele </w:t>
      </w:r>
      <w:r w:rsidR="007F3395">
        <w:t>e</w:t>
      </w:r>
      <w:r w:rsidR="007F3395">
        <w:noBreakHyphen/>
        <w:t>posti teel digitaalselt allkirjastatult</w:t>
      </w:r>
      <w:r w:rsidR="007F3395" w:rsidRPr="00CD15FF">
        <w:t>. K</w:t>
      </w:r>
      <w:r w:rsidR="007F3395">
        <w:t>irjalik teade loetakse teisele p</w:t>
      </w:r>
      <w:r w:rsidR="007F3395" w:rsidRPr="00CD15FF">
        <w:t>oolele üle antuks, kui postitamisest on möödunud 3 (kolm) kalendripäeva.</w:t>
      </w:r>
    </w:p>
    <w:p w:rsidR="00B530CC" w:rsidRDefault="00F325E3" w:rsidP="00EA7615">
      <w:pPr>
        <w:jc w:val="both"/>
      </w:pPr>
      <w:r>
        <w:t>8</w:t>
      </w:r>
      <w:r w:rsidR="00B530CC" w:rsidRPr="00CD15FF">
        <w:t xml:space="preserve">.3. Poole iga nõue teisele Poolele, mis esitatakse tulenevalt Lepingu rikkumisest, peab olema </w:t>
      </w:r>
      <w:r w:rsidR="00B530CC" w:rsidRPr="00CD15FF">
        <w:lastRenderedPageBreak/>
        <w:t xml:space="preserve">kirjalikus </w:t>
      </w:r>
      <w:r w:rsidR="00FF752C">
        <w:t xml:space="preserve">või kirjalikku taasesitamist võimaldavas </w:t>
      </w:r>
      <w:r w:rsidR="00B530CC" w:rsidRPr="00CD15FF">
        <w:t xml:space="preserve">vormis. </w:t>
      </w:r>
    </w:p>
    <w:p w:rsidR="00E50E20" w:rsidRDefault="00E50E20" w:rsidP="00EA7615">
      <w:pPr>
        <w:jc w:val="both"/>
      </w:pPr>
    </w:p>
    <w:p w:rsidR="00440773" w:rsidRDefault="00CF75DA" w:rsidP="00EA7615">
      <w:pPr>
        <w:jc w:val="both"/>
        <w:rPr>
          <w:bCs/>
        </w:rPr>
      </w:pPr>
      <w:r>
        <w:rPr>
          <w:b/>
          <w:bCs/>
        </w:rPr>
        <w:t>R</w:t>
      </w:r>
      <w:r w:rsidR="00440773">
        <w:rPr>
          <w:b/>
          <w:bCs/>
        </w:rPr>
        <w:t xml:space="preserve">MK kontaktisik: </w:t>
      </w:r>
      <w:r w:rsidR="00F325E3" w:rsidRPr="00F325E3">
        <w:rPr>
          <w:bCs/>
        </w:rPr>
        <w:t>RMK</w:t>
      </w:r>
      <w:r w:rsidR="00F325E3">
        <w:rPr>
          <w:b/>
          <w:bCs/>
        </w:rPr>
        <w:t xml:space="preserve"> </w:t>
      </w:r>
      <w:r w:rsidR="00440773">
        <w:rPr>
          <w:bCs/>
        </w:rPr>
        <w:t xml:space="preserve">Põhja piirkonna </w:t>
      </w:r>
      <w:r w:rsidR="00C7769E">
        <w:rPr>
          <w:bCs/>
        </w:rPr>
        <w:t>haldusjuht Uno Koppelmaa</w:t>
      </w:r>
    </w:p>
    <w:p w:rsidR="00440773" w:rsidRDefault="00440773" w:rsidP="00EA7615">
      <w:pPr>
        <w:jc w:val="both"/>
        <w:rPr>
          <w:bCs/>
        </w:rPr>
      </w:pPr>
      <w:r>
        <w:rPr>
          <w:bCs/>
        </w:rPr>
        <w:t>e-post:</w:t>
      </w:r>
      <w:r w:rsidR="00A44679">
        <w:rPr>
          <w:bCs/>
        </w:rPr>
        <w:t xml:space="preserve"> </w:t>
      </w:r>
      <w:hyperlink r:id="rId7" w:history="1">
        <w:r w:rsidR="00C7769E" w:rsidRPr="00AB3EFA">
          <w:rPr>
            <w:rStyle w:val="Hyperlink"/>
            <w:bCs/>
          </w:rPr>
          <w:t>uno.koppelmaa@rmk.ee</w:t>
        </w:r>
      </w:hyperlink>
    </w:p>
    <w:p w:rsidR="00440773" w:rsidRDefault="00440773" w:rsidP="00EA7615">
      <w:pPr>
        <w:jc w:val="both"/>
        <w:rPr>
          <w:bCs/>
        </w:rPr>
      </w:pPr>
      <w:r>
        <w:rPr>
          <w:bCs/>
        </w:rPr>
        <w:t xml:space="preserve">mobiil: </w:t>
      </w:r>
      <w:r w:rsidR="00994638">
        <w:rPr>
          <w:bCs/>
        </w:rPr>
        <w:t>+372</w:t>
      </w:r>
      <w:r w:rsidR="00C7769E">
        <w:rPr>
          <w:bCs/>
        </w:rPr>
        <w:t>5020137</w:t>
      </w:r>
    </w:p>
    <w:p w:rsidR="00440773" w:rsidRDefault="00440773" w:rsidP="00EA7615">
      <w:pPr>
        <w:jc w:val="both"/>
        <w:rPr>
          <w:bCs/>
        </w:rPr>
      </w:pPr>
    </w:p>
    <w:p w:rsidR="00873CB0" w:rsidRDefault="00440773" w:rsidP="00873CB0">
      <w:pPr>
        <w:rPr>
          <w:lang w:eastAsia="et-EE"/>
        </w:rPr>
      </w:pPr>
      <w:r w:rsidRPr="00440773">
        <w:rPr>
          <w:b/>
          <w:bCs/>
        </w:rPr>
        <w:t>Üürniku kontaktisik:</w:t>
      </w:r>
      <w:r>
        <w:rPr>
          <w:b/>
          <w:bCs/>
        </w:rPr>
        <w:t xml:space="preserve"> </w:t>
      </w:r>
      <w:r w:rsidR="00603312">
        <w:t>Eve Rebane</w:t>
      </w:r>
    </w:p>
    <w:p w:rsidR="00440773" w:rsidRPr="00873CB0" w:rsidRDefault="00440773" w:rsidP="00873CB0">
      <w:r>
        <w:rPr>
          <w:bCs/>
        </w:rPr>
        <w:t xml:space="preserve">e-post: </w:t>
      </w:r>
      <w:hyperlink r:id="rId8" w:history="1">
        <w:r w:rsidR="00603312">
          <w:rPr>
            <w:rStyle w:val="Hyperlink"/>
            <w:lang w:val="en-US"/>
          </w:rPr>
          <w:t>eve.rebane@pefc.ee</w:t>
        </w:r>
      </w:hyperlink>
    </w:p>
    <w:p w:rsidR="00440773" w:rsidRDefault="00440773" w:rsidP="00EA7615">
      <w:pPr>
        <w:jc w:val="both"/>
        <w:rPr>
          <w:b/>
          <w:bCs/>
        </w:rPr>
      </w:pPr>
      <w:r>
        <w:rPr>
          <w:bCs/>
        </w:rPr>
        <w:t xml:space="preserve">mobiil: </w:t>
      </w:r>
      <w:r w:rsidR="00603312" w:rsidRPr="00A95211">
        <w:t>+</w:t>
      </w:r>
      <w:r w:rsidR="00603312" w:rsidRPr="00A95211">
        <w:rPr>
          <w:shd w:val="clear" w:color="auto" w:fill="FFFFFF"/>
        </w:rPr>
        <w:t xml:space="preserve"> 372 529 7807</w:t>
      </w:r>
    </w:p>
    <w:p w:rsidR="00B530CC" w:rsidRDefault="00B530CC" w:rsidP="00EA7615">
      <w:pPr>
        <w:jc w:val="both"/>
        <w:rPr>
          <w:b/>
          <w:bCs/>
        </w:rPr>
      </w:pPr>
    </w:p>
    <w:p w:rsidR="00B530CC" w:rsidRDefault="00F325E3" w:rsidP="00EA7615">
      <w:pPr>
        <w:jc w:val="both"/>
        <w:rPr>
          <w:u w:val="single"/>
        </w:rPr>
      </w:pPr>
      <w:r>
        <w:rPr>
          <w:b/>
          <w:bCs/>
        </w:rPr>
        <w:t>9</w:t>
      </w:r>
      <w:r w:rsidR="00B530CC">
        <w:rPr>
          <w:b/>
          <w:bCs/>
        </w:rPr>
        <w:t>. Vaidluste lahendamine</w:t>
      </w:r>
    </w:p>
    <w:p w:rsidR="00B530CC" w:rsidRDefault="00B530CC" w:rsidP="00EA7615">
      <w:pPr>
        <w:pStyle w:val="BodyText3"/>
      </w:pPr>
      <w:r>
        <w:t>Vaidlused ja lahkarvamused, mis tekivad käesoleva lepingu täitmisel, lahendatakse poolte</w:t>
      </w:r>
      <w:r w:rsidR="00F325E3">
        <w:softHyphen/>
      </w:r>
      <w:r>
        <w:t>vaheliste läbirääkimiste teel. Läbirääkimiste käigus kokkuleppele mittejõudmisel lahendatakse vaidlused õigusaktidega ettenähtud korras</w:t>
      </w:r>
      <w:r w:rsidR="00440773">
        <w:t xml:space="preserve"> Harju Maakohtus</w:t>
      </w:r>
      <w:r>
        <w:t>.</w:t>
      </w:r>
    </w:p>
    <w:p w:rsidR="00B530CC" w:rsidRDefault="00B530CC" w:rsidP="00EA7615">
      <w:pPr>
        <w:jc w:val="both"/>
        <w:rPr>
          <w:u w:val="single"/>
        </w:rPr>
      </w:pPr>
    </w:p>
    <w:p w:rsidR="00B530CC" w:rsidRDefault="00B530CC" w:rsidP="00EA7615">
      <w:pPr>
        <w:jc w:val="both"/>
        <w:rPr>
          <w:b/>
          <w:bCs/>
        </w:rPr>
      </w:pPr>
      <w:r>
        <w:rPr>
          <w:b/>
          <w:bCs/>
        </w:rPr>
        <w:t>1</w:t>
      </w:r>
      <w:r w:rsidR="00F325E3">
        <w:rPr>
          <w:b/>
          <w:bCs/>
        </w:rPr>
        <w:t>0</w:t>
      </w:r>
      <w:r>
        <w:rPr>
          <w:b/>
          <w:bCs/>
        </w:rPr>
        <w:t>. Lõppsätted</w:t>
      </w:r>
    </w:p>
    <w:p w:rsidR="00B530CC" w:rsidRDefault="00B530CC" w:rsidP="00EA7615">
      <w:pPr>
        <w:jc w:val="both"/>
      </w:pPr>
      <w:r>
        <w:t>1</w:t>
      </w:r>
      <w:r w:rsidR="00F325E3">
        <w:t>0</w:t>
      </w:r>
      <w:r>
        <w:t>.1. Lepingu muudatused, täiendused ja parandused kehtivad ainult sii</w:t>
      </w:r>
      <w:r w:rsidR="00711F2C">
        <w:t>s, kui nad on tehtud kir</w:t>
      </w:r>
      <w:r w:rsidR="00F325E3">
        <w:softHyphen/>
      </w:r>
      <w:r w:rsidR="00711F2C">
        <w:t xml:space="preserve">jalikus </w:t>
      </w:r>
      <w:r>
        <w:t xml:space="preserve">vormis ja </w:t>
      </w:r>
      <w:r w:rsidR="00711F2C">
        <w:t>digitaalallkirjastatud</w:t>
      </w:r>
      <w:r>
        <w:t xml:space="preserve"> selleks volitatud isikute poolt.</w:t>
      </w:r>
    </w:p>
    <w:p w:rsidR="00B530CC" w:rsidRDefault="00B530CC" w:rsidP="00EA7615">
      <w:pPr>
        <w:jc w:val="both"/>
      </w:pPr>
      <w:r>
        <w:t>1</w:t>
      </w:r>
      <w:r w:rsidR="00F325E3">
        <w:t>0</w:t>
      </w:r>
      <w:r>
        <w:t>.2. Leping jõustub selle allakirjutamise hetkest ja kehtib kuni lepinguliste kohustuste täit</w:t>
      </w:r>
      <w:r w:rsidR="00F325E3">
        <w:softHyphen/>
      </w:r>
      <w:r>
        <w:t>miseni mõlema Poole poolt.</w:t>
      </w:r>
    </w:p>
    <w:p w:rsidR="00010CDE" w:rsidRDefault="00010CDE" w:rsidP="00EA7615">
      <w:pPr>
        <w:jc w:val="both"/>
      </w:pPr>
      <w:r>
        <w:t>1</w:t>
      </w:r>
      <w:r w:rsidR="00F325E3">
        <w:t>0</w:t>
      </w:r>
      <w:r>
        <w:t>.3  Leping on allkirjastatud digitaa</w:t>
      </w:r>
      <w:r w:rsidR="00766703">
        <w:t>l</w:t>
      </w:r>
      <w:r>
        <w:t>selt.</w:t>
      </w:r>
    </w:p>
    <w:p w:rsidR="00B530CC" w:rsidRPr="00CD15FF" w:rsidRDefault="00B530CC" w:rsidP="00EA7615">
      <w:pPr>
        <w:jc w:val="both"/>
      </w:pPr>
    </w:p>
    <w:p w:rsidR="00B530CC" w:rsidRPr="00CD15FF" w:rsidRDefault="00B530CC" w:rsidP="00EA7615">
      <w:pPr>
        <w:jc w:val="both"/>
        <w:rPr>
          <w:b/>
        </w:rPr>
      </w:pPr>
      <w:r w:rsidRPr="00CD15FF">
        <w:rPr>
          <w:b/>
        </w:rPr>
        <w:t>Poolte andmed ja allkirjad</w:t>
      </w:r>
      <w:r>
        <w:rPr>
          <w:b/>
        </w:rPr>
        <w:t>:</w:t>
      </w:r>
    </w:p>
    <w:p w:rsidR="00B530CC" w:rsidRPr="00680F52" w:rsidRDefault="00B530CC" w:rsidP="00EA7615">
      <w:pPr>
        <w:jc w:val="both"/>
        <w:rPr>
          <w:b/>
        </w:rPr>
      </w:pPr>
      <w:r w:rsidRPr="00680F52">
        <w:rPr>
          <w:b/>
        </w:rPr>
        <w:t>Üürileandja</w:t>
      </w:r>
      <w:r w:rsidRPr="00680F52">
        <w:rPr>
          <w:b/>
        </w:rPr>
        <w:tab/>
      </w:r>
      <w:r w:rsidRPr="00680F52">
        <w:rPr>
          <w:b/>
        </w:rPr>
        <w:tab/>
      </w:r>
      <w:r w:rsidRPr="00680F52">
        <w:rPr>
          <w:b/>
        </w:rPr>
        <w:tab/>
      </w:r>
      <w:r w:rsidRPr="00680F52">
        <w:rPr>
          <w:b/>
        </w:rPr>
        <w:tab/>
      </w:r>
      <w:r w:rsidRPr="00680F52">
        <w:rPr>
          <w:b/>
        </w:rPr>
        <w:tab/>
        <w:t>Üürnik</w:t>
      </w:r>
    </w:p>
    <w:p w:rsidR="00B530CC" w:rsidRPr="00B55238" w:rsidRDefault="00B530CC" w:rsidP="00EA7615">
      <w:pPr>
        <w:jc w:val="both"/>
      </w:pPr>
      <w:r>
        <w:t>Riigimetsa Majand</w:t>
      </w:r>
      <w:r w:rsidR="00B55238">
        <w:t>amise Keskus</w:t>
      </w:r>
      <w:r w:rsidR="00B55238">
        <w:tab/>
      </w:r>
      <w:r w:rsidR="00B55238">
        <w:tab/>
      </w:r>
      <w:r w:rsidR="004834BE" w:rsidRPr="004834BE">
        <w:t>Eesti Metsasertifitseerimise Nõukogu MTÜ</w:t>
      </w:r>
      <w:r w:rsidR="00994638" w:rsidRPr="002C465D">
        <w:t xml:space="preserve"> </w:t>
      </w:r>
    </w:p>
    <w:p w:rsidR="00B530CC" w:rsidRPr="00B55238" w:rsidRDefault="00B530CC" w:rsidP="00EA7615">
      <w:pPr>
        <w:jc w:val="both"/>
      </w:pPr>
      <w:r>
        <w:t>Registri</w:t>
      </w:r>
      <w:r w:rsidR="00B55238">
        <w:t>kood 70004459</w:t>
      </w:r>
      <w:r w:rsidR="00B55238">
        <w:tab/>
      </w:r>
      <w:r w:rsidR="00B55238">
        <w:tab/>
      </w:r>
      <w:r w:rsidR="00B55238">
        <w:tab/>
      </w:r>
      <w:r w:rsidR="00295AE2">
        <w:t xml:space="preserve">Registrikood </w:t>
      </w:r>
      <w:r w:rsidR="004834BE" w:rsidRPr="00FD7645">
        <w:rPr>
          <w:lang w:val="en-US"/>
        </w:rPr>
        <w:t>80157862</w:t>
      </w:r>
    </w:p>
    <w:p w:rsidR="00766703" w:rsidRPr="00B55238" w:rsidRDefault="00994638" w:rsidP="00CC0478">
      <w:pPr>
        <w:jc w:val="both"/>
      </w:pPr>
      <w:r w:rsidRPr="00994638">
        <w:rPr>
          <w:color w:val="333333"/>
          <w:shd w:val="clear" w:color="auto" w:fill="FFFFFF"/>
        </w:rPr>
        <w:t>Sagadi küla, Haljala vald, 45403</w:t>
      </w:r>
      <w:r>
        <w:rPr>
          <w:rFonts w:ascii="Helvetica" w:hAnsi="Helvetica"/>
          <w:color w:val="333333"/>
          <w:sz w:val="20"/>
          <w:szCs w:val="20"/>
          <w:shd w:val="clear" w:color="auto" w:fill="FFFFFF"/>
        </w:rPr>
        <w:t> </w:t>
      </w:r>
      <w:r w:rsidR="00B530CC">
        <w:tab/>
      </w:r>
      <w:r w:rsidR="00B530CC">
        <w:tab/>
      </w:r>
      <w:r w:rsidR="004834BE" w:rsidRPr="00FD7645">
        <w:t>Toompuiestee 24</w:t>
      </w:r>
      <w:r w:rsidR="004834BE">
        <w:t>, Tallinn 10149</w:t>
      </w:r>
    </w:p>
    <w:p w:rsidR="00B530CC" w:rsidRPr="00B55238" w:rsidRDefault="00B55238" w:rsidP="00EA7615">
      <w:pPr>
        <w:jc w:val="both"/>
      </w:pPr>
      <w:r>
        <w:t>RMK</w:t>
      </w:r>
      <w:r w:rsidR="00440773">
        <w:t xml:space="preserve"> kinnisvaraosakond</w:t>
      </w:r>
      <w:r w:rsidR="00F13698">
        <w:tab/>
      </w:r>
      <w:r w:rsidR="00440773">
        <w:tab/>
      </w:r>
      <w:r w:rsidR="00F13698">
        <w:tab/>
        <w:t>Tel</w:t>
      </w:r>
      <w:r w:rsidR="00440773">
        <w:t xml:space="preserve"> </w:t>
      </w:r>
      <w:r w:rsidR="00873CB0">
        <w:t xml:space="preserve">+372 </w:t>
      </w:r>
      <w:r w:rsidR="004834BE" w:rsidRPr="00A95211">
        <w:rPr>
          <w:shd w:val="clear" w:color="auto" w:fill="FFFFFF"/>
        </w:rPr>
        <w:t>529 7807</w:t>
      </w:r>
    </w:p>
    <w:p w:rsidR="00873CB0" w:rsidRDefault="00440773" w:rsidP="00873CB0">
      <w:pPr>
        <w:rPr>
          <w:lang w:eastAsia="et-EE"/>
        </w:rPr>
      </w:pPr>
      <w:r>
        <w:t xml:space="preserve">Tel </w:t>
      </w:r>
      <w:r w:rsidR="00CC0478">
        <w:t>6767500</w:t>
      </w:r>
      <w:r>
        <w:tab/>
      </w:r>
      <w:r>
        <w:tab/>
      </w:r>
      <w:r>
        <w:tab/>
      </w:r>
      <w:r>
        <w:tab/>
      </w:r>
      <w:r>
        <w:tab/>
        <w:t xml:space="preserve">e-post </w:t>
      </w:r>
      <w:hyperlink r:id="rId9" w:history="1">
        <w:r w:rsidR="004834BE">
          <w:rPr>
            <w:rStyle w:val="Hyperlink"/>
            <w:lang w:val="en-US"/>
          </w:rPr>
          <w:t>eve.rebane@pefc.ee</w:t>
        </w:r>
      </w:hyperlink>
    </w:p>
    <w:p w:rsidR="00B530CC" w:rsidRPr="00B55238" w:rsidRDefault="00440773" w:rsidP="00EA7615">
      <w:pPr>
        <w:jc w:val="both"/>
      </w:pPr>
      <w:r>
        <w:tab/>
      </w:r>
    </w:p>
    <w:p w:rsidR="00B530CC" w:rsidRDefault="00CC0478" w:rsidP="00EA7615">
      <w:pPr>
        <w:jc w:val="both"/>
      </w:pPr>
      <w:r>
        <w:t>/</w:t>
      </w:r>
      <w:r w:rsidR="005B7752">
        <w:t>Allkirjastatud digitaalselt</w:t>
      </w:r>
      <w:r>
        <w:t>/</w:t>
      </w:r>
      <w:r w:rsidR="005B7752">
        <w:t xml:space="preserve">                             </w:t>
      </w:r>
      <w:r>
        <w:t>/</w:t>
      </w:r>
      <w:r w:rsidR="005B7752">
        <w:t>Allkirjastatud digitaalselt</w:t>
      </w:r>
      <w:r>
        <w:t>/</w:t>
      </w:r>
    </w:p>
    <w:p w:rsidR="005B7752" w:rsidRDefault="005B7752" w:rsidP="00EA7615">
      <w:pPr>
        <w:jc w:val="both"/>
      </w:pPr>
    </w:p>
    <w:p w:rsidR="00603312" w:rsidRDefault="00CC0478" w:rsidP="00603312">
      <w:pPr>
        <w:jc w:val="both"/>
      </w:pPr>
      <w:r>
        <w:t>Uno Koppelmaa</w:t>
      </w:r>
      <w:r w:rsidR="00440773">
        <w:tab/>
      </w:r>
      <w:r w:rsidR="00B55238">
        <w:tab/>
      </w:r>
      <w:r w:rsidR="00B55238">
        <w:tab/>
        <w:t xml:space="preserve">            </w:t>
      </w:r>
      <w:r w:rsidR="00603312">
        <w:t>Arpo Kullerkupp</w:t>
      </w:r>
    </w:p>
    <w:p w:rsidR="00603312" w:rsidRDefault="00295AE2" w:rsidP="00603312">
      <w:pPr>
        <w:jc w:val="both"/>
      </w:pPr>
      <w:r>
        <w:t xml:space="preserve">Põhja piirkonna </w:t>
      </w:r>
      <w:r w:rsidR="00440773">
        <w:t>haldus</w:t>
      </w:r>
      <w:r w:rsidR="00CC0478">
        <w:t>juht</w:t>
      </w:r>
      <w:r w:rsidR="00CC0478">
        <w:tab/>
      </w:r>
      <w:r w:rsidR="00B55238">
        <w:rPr>
          <w:i/>
        </w:rPr>
        <w:tab/>
      </w:r>
      <w:r w:rsidR="00B55238">
        <w:rPr>
          <w:i/>
        </w:rPr>
        <w:tab/>
      </w:r>
      <w:r w:rsidR="00603312">
        <w:t>Juhatuse liige</w:t>
      </w:r>
    </w:p>
    <w:p w:rsidR="00B530CC" w:rsidRPr="00711F2C" w:rsidRDefault="00B530CC" w:rsidP="00EA7615">
      <w:pPr>
        <w:jc w:val="both"/>
      </w:pPr>
    </w:p>
    <w:sectPr w:rsidR="00B530CC" w:rsidRPr="00711F2C" w:rsidSect="002B5F76">
      <w:headerReference w:type="even" r:id="rId10"/>
      <w:headerReference w:type="default" r:id="rId11"/>
      <w:footerReference w:type="even" r:id="rId12"/>
      <w:type w:val="continuous"/>
      <w:pgSz w:w="11907" w:h="16840" w:code="9"/>
      <w:pgMar w:top="1134" w:right="1134" w:bottom="1134" w:left="1701" w:header="567" w:footer="567" w:gutter="0"/>
      <w:cols w:space="709"/>
      <w:formProt w:val="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3276" w:rsidRDefault="00653276">
      <w:r>
        <w:separator/>
      </w:r>
    </w:p>
  </w:endnote>
  <w:endnote w:type="continuationSeparator" w:id="0">
    <w:p w:rsidR="00653276" w:rsidRDefault="00653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Helvetica">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0A66" w:rsidRDefault="00D00A66" w:rsidP="00F60D6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00A66" w:rsidRDefault="00D00A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3276" w:rsidRDefault="00653276">
      <w:r>
        <w:separator/>
      </w:r>
    </w:p>
  </w:footnote>
  <w:footnote w:type="continuationSeparator" w:id="0">
    <w:p w:rsidR="00653276" w:rsidRDefault="006532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0A66" w:rsidRDefault="00D00A66" w:rsidP="0094063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00A66" w:rsidRDefault="00D00A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0A66" w:rsidRDefault="00D00A66" w:rsidP="0094063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20424">
      <w:rPr>
        <w:rStyle w:val="PageNumber"/>
        <w:noProof/>
      </w:rPr>
      <w:t>4</w:t>
    </w:r>
    <w:r>
      <w:rPr>
        <w:rStyle w:val="PageNumber"/>
      </w:rPr>
      <w:fldChar w:fldCharType="end"/>
    </w:r>
  </w:p>
  <w:p w:rsidR="00D00A66" w:rsidRPr="002B5F76" w:rsidRDefault="00D00A66" w:rsidP="005B3F9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67904FD2"/>
    <w:multiLevelType w:val="hybridMultilevel"/>
    <w:tmpl w:val="D152BF30"/>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0"/>
    <w:lvlOverride w:ilvl="0">
      <w:lvl w:ilvl="0">
        <w:numFmt w:val="bullet"/>
        <w:lvlText w:val=""/>
        <w:legacy w:legacy="1" w:legacySpace="0" w:legacyIndent="360"/>
        <w:lvlJc w:val="left"/>
        <w:rPr>
          <w:rFonts w:ascii="Symbol" w:hAnsi="Symbol"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42A"/>
    <w:rsid w:val="00000720"/>
    <w:rsid w:val="00003B23"/>
    <w:rsid w:val="00006B70"/>
    <w:rsid w:val="00010CDE"/>
    <w:rsid w:val="000110A5"/>
    <w:rsid w:val="00021B83"/>
    <w:rsid w:val="000610F1"/>
    <w:rsid w:val="00066DDB"/>
    <w:rsid w:val="00073E28"/>
    <w:rsid w:val="000A5474"/>
    <w:rsid w:val="000C3D1D"/>
    <w:rsid w:val="000D1182"/>
    <w:rsid w:val="000E4CC8"/>
    <w:rsid w:val="000F148F"/>
    <w:rsid w:val="000F526D"/>
    <w:rsid w:val="001043E8"/>
    <w:rsid w:val="00106F38"/>
    <w:rsid w:val="00112690"/>
    <w:rsid w:val="0012168D"/>
    <w:rsid w:val="00131741"/>
    <w:rsid w:val="00134A6A"/>
    <w:rsid w:val="00146E70"/>
    <w:rsid w:val="00150B60"/>
    <w:rsid w:val="00152FAD"/>
    <w:rsid w:val="00160DC9"/>
    <w:rsid w:val="00165EAB"/>
    <w:rsid w:val="001917B8"/>
    <w:rsid w:val="001A1549"/>
    <w:rsid w:val="001A732F"/>
    <w:rsid w:val="001B3002"/>
    <w:rsid w:val="001B3FA7"/>
    <w:rsid w:val="001B7971"/>
    <w:rsid w:val="001C4055"/>
    <w:rsid w:val="001D1108"/>
    <w:rsid w:val="001D311C"/>
    <w:rsid w:val="001E41A5"/>
    <w:rsid w:val="001F2DED"/>
    <w:rsid w:val="00201192"/>
    <w:rsid w:val="00204E7B"/>
    <w:rsid w:val="002652F3"/>
    <w:rsid w:val="00293A65"/>
    <w:rsid w:val="00295AE2"/>
    <w:rsid w:val="002B5F76"/>
    <w:rsid w:val="002C43E2"/>
    <w:rsid w:val="002D3F48"/>
    <w:rsid w:val="002D5C96"/>
    <w:rsid w:val="002E7F7F"/>
    <w:rsid w:val="002F46D4"/>
    <w:rsid w:val="00304073"/>
    <w:rsid w:val="00304D1D"/>
    <w:rsid w:val="003054B7"/>
    <w:rsid w:val="003071F4"/>
    <w:rsid w:val="00315B17"/>
    <w:rsid w:val="00341F58"/>
    <w:rsid w:val="003428A7"/>
    <w:rsid w:val="00355D1C"/>
    <w:rsid w:val="00360A64"/>
    <w:rsid w:val="00363F11"/>
    <w:rsid w:val="003969E6"/>
    <w:rsid w:val="003A6B26"/>
    <w:rsid w:val="003A7924"/>
    <w:rsid w:val="003B094A"/>
    <w:rsid w:val="003D10D7"/>
    <w:rsid w:val="003D73F3"/>
    <w:rsid w:val="003F4F7B"/>
    <w:rsid w:val="004052CA"/>
    <w:rsid w:val="00440773"/>
    <w:rsid w:val="00452962"/>
    <w:rsid w:val="004539C8"/>
    <w:rsid w:val="004651BE"/>
    <w:rsid w:val="00474790"/>
    <w:rsid w:val="00475B75"/>
    <w:rsid w:val="004834BE"/>
    <w:rsid w:val="00483E67"/>
    <w:rsid w:val="00491D77"/>
    <w:rsid w:val="0049247D"/>
    <w:rsid w:val="00494111"/>
    <w:rsid w:val="004A24A9"/>
    <w:rsid w:val="004C7CA6"/>
    <w:rsid w:val="004D0036"/>
    <w:rsid w:val="004D1133"/>
    <w:rsid w:val="004E480F"/>
    <w:rsid w:val="004F6D75"/>
    <w:rsid w:val="00500EE7"/>
    <w:rsid w:val="00502C65"/>
    <w:rsid w:val="00506031"/>
    <w:rsid w:val="00512C28"/>
    <w:rsid w:val="005654B0"/>
    <w:rsid w:val="00592713"/>
    <w:rsid w:val="005B3F9E"/>
    <w:rsid w:val="005B7752"/>
    <w:rsid w:val="005D2EEA"/>
    <w:rsid w:val="005D334A"/>
    <w:rsid w:val="005D3574"/>
    <w:rsid w:val="005D5C2D"/>
    <w:rsid w:val="005E47BF"/>
    <w:rsid w:val="005E64DD"/>
    <w:rsid w:val="005E66F8"/>
    <w:rsid w:val="005F4A5C"/>
    <w:rsid w:val="00600F0E"/>
    <w:rsid w:val="00603312"/>
    <w:rsid w:val="006149CB"/>
    <w:rsid w:val="006434F2"/>
    <w:rsid w:val="00653276"/>
    <w:rsid w:val="00653B4C"/>
    <w:rsid w:val="00656370"/>
    <w:rsid w:val="006627AB"/>
    <w:rsid w:val="0067479A"/>
    <w:rsid w:val="0067640A"/>
    <w:rsid w:val="00680F52"/>
    <w:rsid w:val="006846F5"/>
    <w:rsid w:val="006C0FFB"/>
    <w:rsid w:val="006D27E7"/>
    <w:rsid w:val="006D3E56"/>
    <w:rsid w:val="006E0E59"/>
    <w:rsid w:val="006F7250"/>
    <w:rsid w:val="006F74C6"/>
    <w:rsid w:val="00711F2C"/>
    <w:rsid w:val="0071776E"/>
    <w:rsid w:val="00721A3F"/>
    <w:rsid w:val="0072400C"/>
    <w:rsid w:val="00724EC8"/>
    <w:rsid w:val="00725D9B"/>
    <w:rsid w:val="0074029A"/>
    <w:rsid w:val="00753F7A"/>
    <w:rsid w:val="00754221"/>
    <w:rsid w:val="00766703"/>
    <w:rsid w:val="007A0918"/>
    <w:rsid w:val="007A7A69"/>
    <w:rsid w:val="007B59F4"/>
    <w:rsid w:val="007C0275"/>
    <w:rsid w:val="007C3727"/>
    <w:rsid w:val="007F3395"/>
    <w:rsid w:val="00833565"/>
    <w:rsid w:val="00836BA1"/>
    <w:rsid w:val="00856CA4"/>
    <w:rsid w:val="00873CB0"/>
    <w:rsid w:val="008A1C9E"/>
    <w:rsid w:val="008C164B"/>
    <w:rsid w:val="008C1AA5"/>
    <w:rsid w:val="008F0BB6"/>
    <w:rsid w:val="0092183A"/>
    <w:rsid w:val="00930A63"/>
    <w:rsid w:val="0094063C"/>
    <w:rsid w:val="009659D4"/>
    <w:rsid w:val="009826F5"/>
    <w:rsid w:val="0098419A"/>
    <w:rsid w:val="00994638"/>
    <w:rsid w:val="009A3B18"/>
    <w:rsid w:val="009A4072"/>
    <w:rsid w:val="009B1461"/>
    <w:rsid w:val="009C1213"/>
    <w:rsid w:val="009C4C69"/>
    <w:rsid w:val="009C546E"/>
    <w:rsid w:val="009E0192"/>
    <w:rsid w:val="009E1FE3"/>
    <w:rsid w:val="009F336F"/>
    <w:rsid w:val="00A10A64"/>
    <w:rsid w:val="00A13DEC"/>
    <w:rsid w:val="00A14864"/>
    <w:rsid w:val="00A16AA0"/>
    <w:rsid w:val="00A17613"/>
    <w:rsid w:val="00A225C5"/>
    <w:rsid w:val="00A23CC7"/>
    <w:rsid w:val="00A262BE"/>
    <w:rsid w:val="00A42842"/>
    <w:rsid w:val="00A44679"/>
    <w:rsid w:val="00A67A25"/>
    <w:rsid w:val="00A72FE4"/>
    <w:rsid w:val="00A83857"/>
    <w:rsid w:val="00A8435E"/>
    <w:rsid w:val="00A85D0F"/>
    <w:rsid w:val="00AA3DB9"/>
    <w:rsid w:val="00AA642A"/>
    <w:rsid w:val="00AB364B"/>
    <w:rsid w:val="00AD790F"/>
    <w:rsid w:val="00AE158D"/>
    <w:rsid w:val="00AE7320"/>
    <w:rsid w:val="00AF195B"/>
    <w:rsid w:val="00AF3173"/>
    <w:rsid w:val="00B0573C"/>
    <w:rsid w:val="00B10AC7"/>
    <w:rsid w:val="00B2013A"/>
    <w:rsid w:val="00B20424"/>
    <w:rsid w:val="00B25E3E"/>
    <w:rsid w:val="00B33BA6"/>
    <w:rsid w:val="00B36C5F"/>
    <w:rsid w:val="00B43940"/>
    <w:rsid w:val="00B530CC"/>
    <w:rsid w:val="00B55238"/>
    <w:rsid w:val="00BB30E7"/>
    <w:rsid w:val="00BF53F9"/>
    <w:rsid w:val="00C038A0"/>
    <w:rsid w:val="00C042D8"/>
    <w:rsid w:val="00C34241"/>
    <w:rsid w:val="00C5178B"/>
    <w:rsid w:val="00C7769E"/>
    <w:rsid w:val="00C902A9"/>
    <w:rsid w:val="00C92A35"/>
    <w:rsid w:val="00CA02AB"/>
    <w:rsid w:val="00CA3BB6"/>
    <w:rsid w:val="00CB25E0"/>
    <w:rsid w:val="00CB7480"/>
    <w:rsid w:val="00CC0478"/>
    <w:rsid w:val="00CC50D6"/>
    <w:rsid w:val="00CD15FF"/>
    <w:rsid w:val="00CD5638"/>
    <w:rsid w:val="00CE61CB"/>
    <w:rsid w:val="00CE665D"/>
    <w:rsid w:val="00CF113A"/>
    <w:rsid w:val="00CF1894"/>
    <w:rsid w:val="00CF1984"/>
    <w:rsid w:val="00CF75DA"/>
    <w:rsid w:val="00D00A66"/>
    <w:rsid w:val="00D03C3C"/>
    <w:rsid w:val="00D27B02"/>
    <w:rsid w:val="00D34E0E"/>
    <w:rsid w:val="00D44B40"/>
    <w:rsid w:val="00D61AB8"/>
    <w:rsid w:val="00D975DF"/>
    <w:rsid w:val="00DA7F54"/>
    <w:rsid w:val="00DB4BED"/>
    <w:rsid w:val="00DC0FD5"/>
    <w:rsid w:val="00DE38C6"/>
    <w:rsid w:val="00DE557E"/>
    <w:rsid w:val="00DE634F"/>
    <w:rsid w:val="00DF1556"/>
    <w:rsid w:val="00DF2C54"/>
    <w:rsid w:val="00E3302A"/>
    <w:rsid w:val="00E5094E"/>
    <w:rsid w:val="00E50E20"/>
    <w:rsid w:val="00E7399B"/>
    <w:rsid w:val="00E826BD"/>
    <w:rsid w:val="00E925AD"/>
    <w:rsid w:val="00E97BDE"/>
    <w:rsid w:val="00EA23E3"/>
    <w:rsid w:val="00EA4C62"/>
    <w:rsid w:val="00EA6CE4"/>
    <w:rsid w:val="00EA7615"/>
    <w:rsid w:val="00EB6ACC"/>
    <w:rsid w:val="00EC48CE"/>
    <w:rsid w:val="00EC5DFD"/>
    <w:rsid w:val="00ED0728"/>
    <w:rsid w:val="00ED3C3B"/>
    <w:rsid w:val="00ED544D"/>
    <w:rsid w:val="00EF79E2"/>
    <w:rsid w:val="00F00D00"/>
    <w:rsid w:val="00F06D0C"/>
    <w:rsid w:val="00F13698"/>
    <w:rsid w:val="00F211AC"/>
    <w:rsid w:val="00F27875"/>
    <w:rsid w:val="00F325E3"/>
    <w:rsid w:val="00F45E0E"/>
    <w:rsid w:val="00F52937"/>
    <w:rsid w:val="00F53B77"/>
    <w:rsid w:val="00F57C9F"/>
    <w:rsid w:val="00F60D6C"/>
    <w:rsid w:val="00F65FFD"/>
    <w:rsid w:val="00F95367"/>
    <w:rsid w:val="00FA106D"/>
    <w:rsid w:val="00FB713B"/>
    <w:rsid w:val="00FC3805"/>
    <w:rsid w:val="00FC5075"/>
    <w:rsid w:val="00FF752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226A42"/>
  <w15:chartTrackingRefBased/>
  <w15:docId w15:val="{BB06E7BA-81BB-404A-AEEE-02A025BE8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2713"/>
    <w:pPr>
      <w:widowControl w:val="0"/>
      <w:autoSpaceDE w:val="0"/>
      <w:autoSpaceDN w:val="0"/>
    </w:pPr>
    <w:rPr>
      <w:sz w:val="24"/>
      <w:szCs w:val="24"/>
      <w:lang w:eastAsia="en-US"/>
    </w:rPr>
  </w:style>
  <w:style w:type="paragraph" w:styleId="Heading1">
    <w:name w:val="heading 1"/>
    <w:basedOn w:val="Normal"/>
    <w:next w:val="Normal"/>
    <w:qFormat/>
    <w:rsid w:val="00592713"/>
    <w:pPr>
      <w:outlineLvl w:val="0"/>
    </w:pPr>
  </w:style>
  <w:style w:type="paragraph" w:styleId="Heading2">
    <w:name w:val="heading 2"/>
    <w:basedOn w:val="Normal"/>
    <w:next w:val="Normal"/>
    <w:qFormat/>
    <w:rsid w:val="00592713"/>
    <w:pPr>
      <w:outlineLvl w:val="1"/>
    </w:pPr>
  </w:style>
  <w:style w:type="paragraph" w:styleId="Heading3">
    <w:name w:val="heading 3"/>
    <w:basedOn w:val="Normal"/>
    <w:next w:val="Normal"/>
    <w:qFormat/>
    <w:rsid w:val="00592713"/>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D15FF"/>
    <w:pPr>
      <w:tabs>
        <w:tab w:val="center" w:pos="4320"/>
        <w:tab w:val="right" w:pos="8640"/>
      </w:tabs>
    </w:pPr>
  </w:style>
  <w:style w:type="character" w:styleId="PageNumber">
    <w:name w:val="page number"/>
    <w:rsid w:val="00CD15FF"/>
    <w:rPr>
      <w:rFonts w:cs="Times New Roman"/>
    </w:rPr>
  </w:style>
  <w:style w:type="paragraph" w:styleId="BodyText3">
    <w:name w:val="Body Text 3"/>
    <w:basedOn w:val="Normal"/>
    <w:rsid w:val="00FB713B"/>
    <w:pPr>
      <w:widowControl/>
      <w:autoSpaceDE/>
      <w:autoSpaceDN/>
      <w:jc w:val="both"/>
    </w:pPr>
    <w:rPr>
      <w:szCs w:val="20"/>
    </w:rPr>
  </w:style>
  <w:style w:type="paragraph" w:styleId="Caption">
    <w:name w:val="caption"/>
    <w:basedOn w:val="Normal"/>
    <w:next w:val="Normal"/>
    <w:qFormat/>
    <w:rsid w:val="002B5F76"/>
    <w:pPr>
      <w:framePr w:w="4423" w:h="1191" w:hRule="exact" w:wrap="around" w:vAnchor="page" w:hAnchor="page" w:x="6918" w:y="1702"/>
      <w:widowControl/>
      <w:pBdr>
        <w:top w:val="single" w:sz="6" w:space="1" w:color="auto"/>
        <w:left w:val="single" w:sz="6" w:space="1" w:color="auto"/>
        <w:bottom w:val="single" w:sz="6" w:space="1" w:color="auto"/>
        <w:right w:val="single" w:sz="6" w:space="1" w:color="auto"/>
      </w:pBdr>
      <w:autoSpaceDE/>
      <w:autoSpaceDN/>
    </w:pPr>
    <w:rPr>
      <w:rFonts w:ascii="Arial" w:hAnsi="Arial" w:cs="Arial"/>
      <w:b/>
      <w:bCs/>
      <w:spacing w:val="2"/>
      <w:position w:val="6"/>
      <w:sz w:val="17"/>
      <w:szCs w:val="20"/>
    </w:rPr>
  </w:style>
  <w:style w:type="paragraph" w:styleId="Header">
    <w:name w:val="header"/>
    <w:basedOn w:val="Normal"/>
    <w:rsid w:val="002B5F76"/>
    <w:pPr>
      <w:tabs>
        <w:tab w:val="center" w:pos="4536"/>
        <w:tab w:val="right" w:pos="9072"/>
      </w:tabs>
    </w:pPr>
  </w:style>
  <w:style w:type="character" w:styleId="Hyperlink">
    <w:name w:val="Hyperlink"/>
    <w:rsid w:val="00440773"/>
    <w:rPr>
      <w:color w:val="0000FF"/>
      <w:u w:val="single"/>
    </w:rPr>
  </w:style>
  <w:style w:type="paragraph" w:styleId="BalloonText">
    <w:name w:val="Balloon Text"/>
    <w:basedOn w:val="Normal"/>
    <w:link w:val="BalloonTextChar"/>
    <w:rsid w:val="00204E7B"/>
    <w:rPr>
      <w:rFonts w:ascii="Tahoma" w:hAnsi="Tahoma" w:cs="Tahoma"/>
      <w:sz w:val="16"/>
      <w:szCs w:val="16"/>
    </w:rPr>
  </w:style>
  <w:style w:type="character" w:customStyle="1" w:styleId="BalloonTextChar">
    <w:name w:val="Balloon Text Char"/>
    <w:link w:val="BalloonText"/>
    <w:rsid w:val="00204E7B"/>
    <w:rPr>
      <w:rFonts w:ascii="Tahoma" w:hAnsi="Tahoma" w:cs="Tahoma"/>
      <w:sz w:val="16"/>
      <w:szCs w:val="16"/>
      <w:lang w:eastAsia="en-US"/>
    </w:rPr>
  </w:style>
  <w:style w:type="paragraph" w:customStyle="1" w:styleId="Standard">
    <w:name w:val="Standard"/>
    <w:rsid w:val="00021B83"/>
    <w:pPr>
      <w:suppressAutoHyphens/>
      <w:autoSpaceDN w:val="0"/>
      <w:spacing w:after="200" w:line="276" w:lineRule="auto"/>
      <w:textAlignment w:val="baseline"/>
    </w:pPr>
    <w:rPr>
      <w:rFonts w:ascii="Calibri" w:eastAsia="SimSun" w:hAnsi="Calibri" w:cs="F"/>
      <w:kern w:val="3"/>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318877">
      <w:bodyDiv w:val="1"/>
      <w:marLeft w:val="0"/>
      <w:marRight w:val="0"/>
      <w:marTop w:val="0"/>
      <w:marBottom w:val="0"/>
      <w:divBdr>
        <w:top w:val="none" w:sz="0" w:space="0" w:color="auto"/>
        <w:left w:val="none" w:sz="0" w:space="0" w:color="auto"/>
        <w:bottom w:val="none" w:sz="0" w:space="0" w:color="auto"/>
        <w:right w:val="none" w:sz="0" w:space="0" w:color="auto"/>
      </w:divBdr>
    </w:div>
    <w:div w:id="1272929607">
      <w:bodyDiv w:val="1"/>
      <w:marLeft w:val="0"/>
      <w:marRight w:val="0"/>
      <w:marTop w:val="0"/>
      <w:marBottom w:val="0"/>
      <w:divBdr>
        <w:top w:val="none" w:sz="0" w:space="0" w:color="auto"/>
        <w:left w:val="none" w:sz="0" w:space="0" w:color="auto"/>
        <w:bottom w:val="none" w:sz="0" w:space="0" w:color="auto"/>
        <w:right w:val="none" w:sz="0" w:space="0" w:color="auto"/>
      </w:divBdr>
    </w:div>
    <w:div w:id="145289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ve.rebane@pefc.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uno.koppelmaa@rmk.e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eve.rebane@pefc.e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eetka\Local%20Settings\Temporary%20Internet%20Files\Content.IE5\PW6XMEBV\&#196;riruumi%2520&#252;&#252;rileping%25202%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Äriruumi%20üürileping%202[1]</Template>
  <TotalTime>39</TotalTime>
  <Pages>4</Pages>
  <Words>1322</Words>
  <Characters>9982</Characters>
  <Application>Microsoft Office Word</Application>
  <DocSecurity>0</DocSecurity>
  <Lines>83</Lines>
  <Paragraphs>22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Register 1</vt:lpstr>
      <vt:lpstr>Register 1</vt:lpstr>
      <vt:lpstr>Register 1</vt:lpstr>
    </vt:vector>
  </TitlesOfParts>
  <Company>Käsiraamatute Kirjastus OÜ</Company>
  <LinksUpToDate>false</LinksUpToDate>
  <CharactersWithSpaces>11282</CharactersWithSpaces>
  <SharedDoc>false</SharedDoc>
  <HLinks>
    <vt:vector size="12" baseType="variant">
      <vt:variant>
        <vt:i4>3735565</vt:i4>
      </vt:variant>
      <vt:variant>
        <vt:i4>3</vt:i4>
      </vt:variant>
      <vt:variant>
        <vt:i4>0</vt:i4>
      </vt:variant>
      <vt:variant>
        <vt:i4>5</vt:i4>
      </vt:variant>
      <vt:variant>
        <vt:lpwstr>mailto:info@kostiverejahiselts.eu</vt:lpwstr>
      </vt:variant>
      <vt:variant>
        <vt:lpwstr/>
      </vt:variant>
      <vt:variant>
        <vt:i4>7733275</vt:i4>
      </vt:variant>
      <vt:variant>
        <vt:i4>0</vt:i4>
      </vt:variant>
      <vt:variant>
        <vt:i4>0</vt:i4>
      </vt:variant>
      <vt:variant>
        <vt:i4>5</vt:i4>
      </vt:variant>
      <vt:variant>
        <vt:lpwstr>mailto:uno.koppelmaa@rmk.ee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Register 1</dc:title>
  <dc:subject/>
  <dc:creator>Andrus Lauren</dc:creator>
  <cp:keywords/>
  <cp:lastModifiedBy>Uno Koppelmaa</cp:lastModifiedBy>
  <cp:revision>9</cp:revision>
  <cp:lastPrinted>2018-06-28T09:37:00Z</cp:lastPrinted>
  <dcterms:created xsi:type="dcterms:W3CDTF">2019-05-14T11:56:00Z</dcterms:created>
  <dcterms:modified xsi:type="dcterms:W3CDTF">2020-02-19T07:07:00Z</dcterms:modified>
</cp:coreProperties>
</file>